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EE7" w:rsidRDefault="00884EE7">
      <w:pPr>
        <w:pStyle w:val="CourseName"/>
      </w:pPr>
      <w:r>
        <w:t>AOIT Computer Networking</w:t>
      </w:r>
    </w:p>
    <w:p w:rsidR="00884EE7" w:rsidRDefault="00884EE7">
      <w:pPr>
        <w:pStyle w:val="LessonNo"/>
      </w:pPr>
      <w:r>
        <w:t>Lesson 10</w:t>
      </w:r>
    </w:p>
    <w:p w:rsidR="00884EE7" w:rsidRDefault="00884EE7" w:rsidP="0030169D">
      <w:pPr>
        <w:pStyle w:val="LessonTitle"/>
      </w:pPr>
      <w:r>
        <w:t>Implementing a Client/Server Network</w:t>
      </w:r>
    </w:p>
    <w:p w:rsidR="00884EE7" w:rsidRDefault="00884EE7">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884EE7">
        <w:tc>
          <w:tcPr>
            <w:tcW w:w="1346" w:type="pct"/>
            <w:tcBorders>
              <w:bottom w:val="single" w:sz="4" w:space="0" w:color="auto"/>
            </w:tcBorders>
            <w:shd w:val="clear" w:color="auto" w:fill="336699"/>
          </w:tcPr>
          <w:p w:rsidR="00884EE7" w:rsidRDefault="00884EE7">
            <w:pPr>
              <w:pStyle w:val="TableHeadings"/>
            </w:pPr>
            <w:r>
              <w:t>Resource</w:t>
            </w:r>
          </w:p>
        </w:tc>
        <w:tc>
          <w:tcPr>
            <w:tcW w:w="3654" w:type="pct"/>
            <w:tcBorders>
              <w:bottom w:val="single" w:sz="4" w:space="0" w:color="auto"/>
            </w:tcBorders>
            <w:shd w:val="clear" w:color="auto" w:fill="336699"/>
          </w:tcPr>
          <w:p w:rsidR="00884EE7" w:rsidRDefault="00884EE7">
            <w:pPr>
              <w:pStyle w:val="TableHeadings"/>
            </w:pPr>
            <w:r>
              <w:t xml:space="preserve">Description </w:t>
            </w:r>
          </w:p>
        </w:tc>
      </w:tr>
      <w:tr w:rsidR="00884EE7">
        <w:tc>
          <w:tcPr>
            <w:tcW w:w="1346" w:type="pct"/>
            <w:shd w:val="clear" w:color="auto" w:fill="CADCEE"/>
          </w:tcPr>
          <w:p w:rsidR="00884EE7" w:rsidRDefault="00884EE7">
            <w:pPr>
              <w:pStyle w:val="TableText"/>
            </w:pPr>
            <w:r>
              <w:t>Student Resource 10.1</w:t>
            </w:r>
          </w:p>
        </w:tc>
        <w:tc>
          <w:tcPr>
            <w:tcW w:w="3654" w:type="pct"/>
            <w:shd w:val="clear" w:color="auto" w:fill="CADCEE"/>
          </w:tcPr>
          <w:p w:rsidR="00884EE7" w:rsidRDefault="00884EE7">
            <w:pPr>
              <w:pStyle w:val="TableText"/>
            </w:pPr>
            <w:r>
              <w:t>Online Research: What Makes a Strong Password?</w:t>
            </w:r>
          </w:p>
        </w:tc>
      </w:tr>
      <w:tr w:rsidR="00884EE7">
        <w:tc>
          <w:tcPr>
            <w:tcW w:w="1346" w:type="pct"/>
            <w:tcBorders>
              <w:bottom w:val="single" w:sz="4" w:space="0" w:color="auto"/>
            </w:tcBorders>
          </w:tcPr>
          <w:p w:rsidR="00884EE7" w:rsidRDefault="00884EE7">
            <w:pPr>
              <w:pStyle w:val="TableText"/>
            </w:pPr>
            <w:r>
              <w:t>Student Resource 10.2</w:t>
            </w:r>
          </w:p>
        </w:tc>
        <w:tc>
          <w:tcPr>
            <w:tcW w:w="3654" w:type="pct"/>
            <w:tcBorders>
              <w:bottom w:val="single" w:sz="4" w:space="0" w:color="auto"/>
            </w:tcBorders>
          </w:tcPr>
          <w:p w:rsidR="00884EE7" w:rsidRDefault="00F05030" w:rsidP="00345919">
            <w:pPr>
              <w:pStyle w:val="TableText"/>
            </w:pPr>
            <w:r>
              <w:t xml:space="preserve">Workbook: Network </w:t>
            </w:r>
            <w:r w:rsidR="003A1B54">
              <w:t xml:space="preserve">Installation and </w:t>
            </w:r>
            <w:r>
              <w:t>Configuration</w:t>
            </w:r>
          </w:p>
        </w:tc>
      </w:tr>
    </w:tbl>
    <w:p w:rsidR="00884EE7" w:rsidRDefault="00884EE7">
      <w:pPr>
        <w:pStyle w:val="BodyText"/>
      </w:pPr>
    </w:p>
    <w:p w:rsidR="00884EE7" w:rsidRDefault="00884EE7">
      <w:pPr>
        <w:pStyle w:val="ResourceNo"/>
      </w:pPr>
      <w:r>
        <w:lastRenderedPageBreak/>
        <w:t>Student Resource 10.1</w:t>
      </w:r>
    </w:p>
    <w:p w:rsidR="00884EE7" w:rsidRDefault="00884EE7">
      <w:pPr>
        <w:pStyle w:val="ResourceTitle"/>
      </w:pPr>
      <w:r>
        <w:t>Online Research: What Makes a Strong Password?</w:t>
      </w:r>
    </w:p>
    <w:p w:rsidR="005E4061" w:rsidRDefault="005E4061" w:rsidP="005E4061">
      <w:pPr>
        <w:pStyle w:val="Instructions"/>
      </w:pPr>
      <w:r>
        <w:t>Student Name</w:t>
      </w:r>
      <w:proofErr w:type="gramStart"/>
      <w:r>
        <w:t>:_</w:t>
      </w:r>
      <w:proofErr w:type="gramEnd"/>
      <w:r>
        <w:t>____________________________________________ Date:______________</w:t>
      </w:r>
    </w:p>
    <w:p w:rsidR="005E4061" w:rsidRDefault="00884EE7" w:rsidP="00012A86">
      <w:pPr>
        <w:pStyle w:val="Instructions"/>
      </w:pPr>
      <w:r>
        <w:t>Directions</w:t>
      </w:r>
      <w:r w:rsidR="00012A86">
        <w:t>:</w:t>
      </w:r>
      <w:r>
        <w:t xml:space="preserve"> </w:t>
      </w:r>
      <w:r w:rsidR="005E4061" w:rsidRPr="005E4061">
        <w:t xml:space="preserve">Perform an online search to find information about the elements of a strong password. Try finding web articles via a search engine by typing in a search query such as </w:t>
      </w:r>
      <w:r w:rsidR="005E4061" w:rsidRPr="005E4061">
        <w:rPr>
          <w:i w:val="0"/>
          <w:iCs/>
        </w:rPr>
        <w:t>password strength</w:t>
      </w:r>
      <w:r w:rsidR="005E4061" w:rsidRPr="005E4061">
        <w:t xml:space="preserve">, and </w:t>
      </w:r>
      <w:r w:rsidR="005E4061">
        <w:t>use the websites listed below. Use the information you find to answer the questions on this worksheet.</w:t>
      </w:r>
    </w:p>
    <w:p w:rsidR="00884EE7" w:rsidRDefault="00884EE7" w:rsidP="002477DE">
      <w:pPr>
        <w:pStyle w:val="BodyText"/>
      </w:pPr>
      <w:r>
        <w:t xml:space="preserve">You use passwords in your online accounts, bank accounts, and email to protect your private information. If your password is a simple word that someone can guess, </w:t>
      </w:r>
      <w:r w:rsidR="000B75FC">
        <w:t>a</w:t>
      </w:r>
      <w:r>
        <w:t xml:space="preserve"> person can easily break in to your account. </w:t>
      </w:r>
      <w:r w:rsidR="002477DE">
        <w:t>That person</w:t>
      </w:r>
      <w:r w:rsidR="000B75FC">
        <w:t xml:space="preserve"> </w:t>
      </w:r>
      <w:r>
        <w:t>could change settings, find out your secrets, or even steal money from your accounts or open new accounts in your name.</w:t>
      </w:r>
    </w:p>
    <w:p w:rsidR="00884EE7" w:rsidRDefault="00884EE7" w:rsidP="000B75FC">
      <w:pPr>
        <w:pStyle w:val="BodyText"/>
      </w:pPr>
      <w:r>
        <w:t xml:space="preserve">Many people use the same password for all their accounts, but then if a hacker learns </w:t>
      </w:r>
      <w:r w:rsidR="000B75FC">
        <w:t>that password</w:t>
      </w:r>
      <w:r>
        <w:t>, he can hack in</w:t>
      </w:r>
      <w:r w:rsidR="000B75FC">
        <w:t xml:space="preserve"> </w:t>
      </w:r>
      <w:r>
        <w:t xml:space="preserve">to all </w:t>
      </w:r>
      <w:r w:rsidR="005E4061">
        <w:t>of their</w:t>
      </w:r>
      <w:r>
        <w:t xml:space="preserve"> accounts. So, it’s important to have multiple secure passwords that can’t easily be guessed</w:t>
      </w:r>
      <w:r w:rsidR="000B75FC">
        <w:t>—</w:t>
      </w:r>
      <w:r>
        <w:t xml:space="preserve">but that you can still remember easily.  </w:t>
      </w:r>
    </w:p>
    <w:p w:rsidR="00884EE7" w:rsidRDefault="005E4061">
      <w:pPr>
        <w:pStyle w:val="BodyText"/>
      </w:pPr>
      <w:r>
        <w:t>Use the following websites in your search</w:t>
      </w:r>
      <w:r w:rsidR="00884EE7">
        <w:t>:</w:t>
      </w:r>
    </w:p>
    <w:p w:rsidR="00884EE7" w:rsidRPr="009B5A68" w:rsidRDefault="00884EE7">
      <w:pPr>
        <w:pStyle w:val="BL"/>
        <w:rPr>
          <w:szCs w:val="24"/>
        </w:rPr>
      </w:pPr>
      <w:r>
        <w:t>Password Strength</w:t>
      </w:r>
      <w:r w:rsidR="000B75FC">
        <w:t xml:space="preserve"> on Wikipedia</w:t>
      </w:r>
      <w:r>
        <w:t xml:space="preserve">, </w:t>
      </w:r>
      <w:hyperlink r:id="rId7" w:history="1">
        <w:r>
          <w:rPr>
            <w:rStyle w:val="Hyperlink"/>
            <w:szCs w:val="24"/>
          </w:rPr>
          <w:t>http://en</w:t>
        </w:r>
        <w:r w:rsidRPr="009B5A68">
          <w:rPr>
            <w:rStyle w:val="Hyperlink"/>
            <w:szCs w:val="24"/>
          </w:rPr>
          <w:t>.wikipedia.org/wiki/Password_strength</w:t>
        </w:r>
      </w:hyperlink>
    </w:p>
    <w:p w:rsidR="00884EE7" w:rsidRDefault="000B75FC">
      <w:pPr>
        <w:pStyle w:val="BL"/>
      </w:pPr>
      <w:r>
        <w:rPr>
          <w:szCs w:val="24"/>
        </w:rPr>
        <w:t xml:space="preserve">Create </w:t>
      </w:r>
      <w:r w:rsidR="00884EE7" w:rsidRPr="009B5A68">
        <w:rPr>
          <w:szCs w:val="24"/>
        </w:rPr>
        <w:t xml:space="preserve">Strong </w:t>
      </w:r>
      <w:r w:rsidR="00884EE7">
        <w:t xml:space="preserve">Passwords, </w:t>
      </w:r>
      <w:hyperlink r:id="rId8" w:history="1">
        <w:r w:rsidR="00884EE7">
          <w:rPr>
            <w:rStyle w:val="Hyperlink"/>
            <w:szCs w:val="24"/>
          </w:rPr>
          <w:t>http://www.microsoft.com/protect/yourself/password/create.mspx</w:t>
        </w:r>
      </w:hyperlink>
    </w:p>
    <w:p w:rsidR="00884EE7" w:rsidRDefault="00884EE7">
      <w:pPr>
        <w:pStyle w:val="BL"/>
      </w:pPr>
      <w:r>
        <w:t xml:space="preserve">How I’d Hack Your </w:t>
      </w:r>
      <w:r w:rsidR="000B75FC">
        <w:t xml:space="preserve">Weak </w:t>
      </w:r>
      <w:r>
        <w:t>Password</w:t>
      </w:r>
      <w:r w:rsidR="000B75FC">
        <w:t>s</w:t>
      </w:r>
      <w:r>
        <w:t xml:space="preserve">, </w:t>
      </w:r>
      <w:r>
        <w:br/>
      </w:r>
      <w:hyperlink r:id="rId9" w:history="1">
        <w:r>
          <w:rPr>
            <w:rStyle w:val="Hyperlink"/>
            <w:szCs w:val="24"/>
          </w:rPr>
          <w:t>http://onemansblog.com/2007/03/26/how-id-hack-your-weak-passwords/</w:t>
        </w:r>
      </w:hyperlink>
    </w:p>
    <w:p w:rsidR="00884EE7" w:rsidRDefault="00884EE7">
      <w:pPr>
        <w:pStyle w:val="BodyText"/>
      </w:pPr>
      <w:r>
        <w:rPr>
          <w:b/>
        </w:rPr>
        <w:br/>
      </w:r>
      <w:r w:rsidR="005E4061">
        <w:rPr>
          <w:b/>
        </w:rPr>
        <w:t>A</w:t>
      </w:r>
      <w:r>
        <w:rPr>
          <w:b/>
        </w:rPr>
        <w:t>nswer the following questions:</w:t>
      </w:r>
    </w:p>
    <w:p w:rsidR="00884EE7" w:rsidRDefault="00884EE7" w:rsidP="00DE5D69">
      <w:pPr>
        <w:pStyle w:val="Numbered"/>
      </w:pPr>
      <w:r>
        <w:t>How long should your password be?</w:t>
      </w:r>
      <w:r w:rsidR="005E4061">
        <w:br/>
      </w:r>
    </w:p>
    <w:p w:rsidR="00884EE7" w:rsidRDefault="00884EE7" w:rsidP="00DE5D69">
      <w:pPr>
        <w:pStyle w:val="Numbered"/>
      </w:pPr>
      <w:r>
        <w:t xml:space="preserve">What kinds of characters (letters, symbols, numbers, </w:t>
      </w:r>
      <w:proofErr w:type="gramStart"/>
      <w:r>
        <w:t>capitals</w:t>
      </w:r>
      <w:proofErr w:type="gramEnd"/>
      <w:r>
        <w:t>) should it use?</w:t>
      </w:r>
      <w:r w:rsidR="005E4061">
        <w:br/>
      </w:r>
    </w:p>
    <w:p w:rsidR="00884EE7" w:rsidRDefault="00884EE7" w:rsidP="00DE5D69">
      <w:pPr>
        <w:pStyle w:val="Numbered"/>
      </w:pPr>
      <w:r>
        <w:t>How many different passwords do you need to have, for different accounts?</w:t>
      </w:r>
      <w:r w:rsidR="005E4061">
        <w:br/>
      </w:r>
    </w:p>
    <w:p w:rsidR="00884EE7" w:rsidRDefault="00884EE7" w:rsidP="00DE5D69">
      <w:pPr>
        <w:pStyle w:val="Numbered"/>
      </w:pPr>
      <w:r>
        <w:t>Why is it unsafe to use a dictionary word as your password?</w:t>
      </w:r>
      <w:r w:rsidR="005E4061">
        <w:br/>
      </w:r>
    </w:p>
    <w:p w:rsidR="00884EE7" w:rsidRDefault="00884EE7">
      <w:pPr>
        <w:pStyle w:val="Numbered"/>
      </w:pPr>
      <w:r>
        <w:t>How often should you change your passwords?</w:t>
      </w:r>
    </w:p>
    <w:p w:rsidR="00884EE7" w:rsidRDefault="00884EE7" w:rsidP="00F05030">
      <w:pPr>
        <w:pStyle w:val="ResourceNo"/>
      </w:pPr>
      <w:r>
        <w:lastRenderedPageBreak/>
        <w:t>Student Resource 10.2</w:t>
      </w:r>
    </w:p>
    <w:p w:rsidR="00884EE7" w:rsidRDefault="00653BF5" w:rsidP="000528D3">
      <w:pPr>
        <w:pStyle w:val="ResourceTitle"/>
      </w:pPr>
      <w:r>
        <w:t>Workbook</w:t>
      </w:r>
      <w:r w:rsidR="00B23F26">
        <w:t xml:space="preserve">: Network </w:t>
      </w:r>
      <w:r w:rsidR="00C06D51">
        <w:t xml:space="preserve">Installation and </w:t>
      </w:r>
      <w:r w:rsidR="00B23F26">
        <w:t xml:space="preserve">Configuration </w:t>
      </w:r>
    </w:p>
    <w:p w:rsidR="000528D3" w:rsidRDefault="000528D3" w:rsidP="000528D3">
      <w:pPr>
        <w:pStyle w:val="Instructions"/>
      </w:pPr>
      <w:r>
        <w:t>Student Name</w:t>
      </w:r>
      <w:proofErr w:type="gramStart"/>
      <w:r>
        <w:t>:_</w:t>
      </w:r>
      <w:proofErr w:type="gramEnd"/>
      <w:r>
        <w:t>______________________</w:t>
      </w:r>
      <w:r w:rsidR="00146F61">
        <w:t xml:space="preserve">___________________________ </w:t>
      </w:r>
      <w:r>
        <w:t>Date:_____________</w:t>
      </w:r>
    </w:p>
    <w:p w:rsidR="00F56DFE" w:rsidRDefault="00884EE7" w:rsidP="00F56DFE">
      <w:pPr>
        <w:pStyle w:val="Instructions"/>
      </w:pPr>
      <w:r>
        <w:t xml:space="preserve">Directions: </w:t>
      </w:r>
      <w:r w:rsidR="00F63DBC">
        <w:t xml:space="preserve">Use this workbook to create a working document with all the information you gather as you configure your client/server network. </w:t>
      </w:r>
      <w:r w:rsidR="00F56DFE">
        <w:t>Note the designated information for each step of the configuration, and at the end of each step, make notes about any problems you encountered.</w:t>
      </w:r>
    </w:p>
    <w:p w:rsidR="00884EE7" w:rsidRDefault="00F56DFE" w:rsidP="00D5099C">
      <w:pPr>
        <w:pStyle w:val="Instructions"/>
      </w:pPr>
      <w:r>
        <w:t>It is important that you record information in each part so that you have a record of how you</w:t>
      </w:r>
      <w:r w:rsidR="001347BB">
        <w:t>r</w:t>
      </w:r>
      <w:r>
        <w:t xml:space="preserve"> network is configured. This will help you if you need to troubleshoot the network, if someone else in your group needs information about what you have done, or if someone else works as the network administrator on your network. Also, this information may prove very helpful when you start working on your culminating project for this course.</w:t>
      </w:r>
      <w:r w:rsidR="00146F61">
        <w:t xml:space="preserve"> Before you begin work, review the assessment criteria at the end of this workbook</w:t>
      </w:r>
      <w:r w:rsidR="00D5099C">
        <w:t>;</w:t>
      </w:r>
      <w:r w:rsidR="00146F61">
        <w:t xml:space="preserve"> </w:t>
      </w:r>
      <w:r w:rsidR="00D5099C">
        <w:t xml:space="preserve">it </w:t>
      </w:r>
      <w:r w:rsidR="00146F61">
        <w:t>will be used to assess your network and your workbook.</w:t>
      </w:r>
    </w:p>
    <w:p w:rsidR="00B23F26" w:rsidRDefault="00B23F26" w:rsidP="00B23F26">
      <w:pPr>
        <w:pStyle w:val="H1"/>
      </w:pPr>
      <w:r>
        <w:t>Part 1: Defining Login IDs and Passwords</w:t>
      </w:r>
    </w:p>
    <w:p w:rsidR="00DE5D69" w:rsidRDefault="00DE5D69" w:rsidP="00DE5D69">
      <w:pPr>
        <w:pStyle w:val="BodyText"/>
      </w:pPr>
      <w:r>
        <w:t>The first step in configuring your network is to create a good user name and password for the network you will configure. Use the guidelines for strong passwords to choose your password.</w:t>
      </w:r>
    </w:p>
    <w:p w:rsidR="00DE5D69" w:rsidRDefault="00DE5D69" w:rsidP="00DE5D69">
      <w:pPr>
        <w:pStyle w:val="BodyText"/>
      </w:pPr>
    </w:p>
    <w:p w:rsidR="00DE5D69" w:rsidRDefault="00DE5D69" w:rsidP="00DE5D69">
      <w:pPr>
        <w:pStyle w:val="BodyText"/>
      </w:pPr>
      <w:r>
        <w:t>User name: ___________________________________________________________</w:t>
      </w:r>
    </w:p>
    <w:p w:rsidR="00DE5D69" w:rsidRDefault="00DE5D69" w:rsidP="00DE5D69">
      <w:pPr>
        <w:pStyle w:val="BodyText"/>
      </w:pPr>
    </w:p>
    <w:p w:rsidR="00DE5D69" w:rsidRDefault="00DE5D69" w:rsidP="00DE5D69">
      <w:pPr>
        <w:pStyle w:val="BodyText"/>
      </w:pPr>
      <w:r>
        <w:t>Password: ____________________________________________________________</w:t>
      </w:r>
    </w:p>
    <w:p w:rsidR="00B23F26" w:rsidRDefault="00B23F26" w:rsidP="00B23F26">
      <w:pPr>
        <w:pStyle w:val="BodyText"/>
      </w:pPr>
    </w:p>
    <w:p w:rsidR="00884EE7" w:rsidRDefault="00884EE7" w:rsidP="00E4206E">
      <w:pPr>
        <w:pStyle w:val="H1"/>
      </w:pPr>
      <w:r>
        <w:t xml:space="preserve">Part </w:t>
      </w:r>
      <w:r w:rsidR="006748BF">
        <w:t>2</w:t>
      </w:r>
      <w:r>
        <w:t xml:space="preserve">: </w:t>
      </w:r>
      <w:r w:rsidR="00B23F26">
        <w:t>Installing and Configuring a DHCP Scope</w:t>
      </w:r>
    </w:p>
    <w:p w:rsidR="00884EE7" w:rsidRDefault="00884EE7" w:rsidP="00653BF5">
      <w:pPr>
        <w:pStyle w:val="BodyText"/>
      </w:pPr>
      <w:r>
        <w:t xml:space="preserve">Your </w:t>
      </w:r>
      <w:r w:rsidR="00C666B0">
        <w:t xml:space="preserve">next </w:t>
      </w:r>
      <w:r>
        <w:t>step</w:t>
      </w:r>
      <w:r w:rsidR="00C666B0">
        <w:t>s are to</w:t>
      </w:r>
      <w:r>
        <w:t xml:space="preserve"> physically attach all the computers in your network, </w:t>
      </w:r>
      <w:r w:rsidR="00C666B0">
        <w:t xml:space="preserve">and then </w:t>
      </w:r>
      <w:r>
        <w:t xml:space="preserve">to configure them to automatically communicate with each other. </w:t>
      </w:r>
      <w:r w:rsidR="00653BF5">
        <w:t>I</w:t>
      </w:r>
      <w:r>
        <w:t xml:space="preserve">nstall DHCP (Dynamic Host Configuration Protocol) on your server so that computers can obtain IP addresses from the server and recognize each other on the network.  </w:t>
      </w:r>
    </w:p>
    <w:p w:rsidR="00884EE7" w:rsidRDefault="00884EE7" w:rsidP="00D5099C">
      <w:pPr>
        <w:pStyle w:val="BodyText"/>
      </w:pPr>
      <w:r>
        <w:t xml:space="preserve">While you enter the information in your DHCP Wizard, document the values here in writing so that you can remember them later. You will need this information if you need to check it later.    </w:t>
      </w:r>
    </w:p>
    <w:p w:rsidR="00884EE7" w:rsidRDefault="00884EE7">
      <w:pPr>
        <w:pStyle w:val="BodyText"/>
      </w:pPr>
      <w:r>
        <w:t>If you have questions about what IP addresses to use, you can refer to the reading on IP address classes, Student Resource 9.</w:t>
      </w:r>
      <w:r w:rsidR="00E4206E">
        <w:t>4</w:t>
      </w:r>
      <w:r w:rsidR="00D5099C">
        <w:t xml:space="preserve">, </w:t>
      </w:r>
      <w:smartTag w:uri="urn:schemas-microsoft-com:office:smarttags" w:element="City">
        <w:smartTag w:uri="urn:schemas-microsoft-com:office:smarttags" w:element="place">
          <w:r w:rsidR="00D5099C">
            <w:t>Reading</w:t>
          </w:r>
        </w:smartTag>
      </w:smartTag>
      <w:r w:rsidR="00D5099C">
        <w:t>: IP Address Classes</w:t>
      </w:r>
      <w:r>
        <w:t>.</w:t>
      </w:r>
    </w:p>
    <w:p w:rsidR="0037793A" w:rsidRDefault="0046588D" w:rsidP="0037793A">
      <w:pPr>
        <w:pStyle w:val="H2"/>
      </w:pPr>
      <w:r>
        <w:br w:type="page"/>
      </w:r>
      <w:r w:rsidR="0037793A">
        <w:lastRenderedPageBreak/>
        <w:t>Running the Cables</w:t>
      </w:r>
    </w:p>
    <w:p w:rsidR="0037793A" w:rsidRDefault="00884EE7" w:rsidP="006F13B9">
      <w:pPr>
        <w:pStyle w:val="BodyText"/>
      </w:pPr>
      <w:r>
        <w:t xml:space="preserve">Your teacher will show you how to </w:t>
      </w:r>
      <w:r w:rsidR="0037793A">
        <w:t>run the cables from the server to the hub, router, or switch, and from the hub, router, or switch to the clients.</w:t>
      </w:r>
    </w:p>
    <w:p w:rsidR="0037793A" w:rsidRDefault="0037793A" w:rsidP="006F13B9">
      <w:pPr>
        <w:pStyle w:val="BodyText"/>
      </w:pPr>
      <w:r>
        <w:t xml:space="preserve">After the demonstration, work in your group to perform the same actions that your teacher just demonstrated to cable the server, hub, and clients. Be sure to record </w:t>
      </w:r>
      <w:r w:rsidR="00A43E28">
        <w:t xml:space="preserve">your steps </w:t>
      </w:r>
      <w:r w:rsidR="00CD51E7">
        <w:t>here</w:t>
      </w:r>
      <w:r w:rsidR="00A43E28">
        <w:t>.</w:t>
      </w:r>
    </w:p>
    <w:p w:rsidR="00884EE7" w:rsidRDefault="0046588D" w:rsidP="006F13B9">
      <w:pPr>
        <w:pStyle w:val="BodyText"/>
      </w:pPr>
      <w:r>
        <w:br/>
      </w:r>
      <w:r>
        <w:br/>
      </w:r>
      <w:r>
        <w:br/>
      </w:r>
      <w:r>
        <w:br/>
      </w:r>
      <w:r>
        <w:br/>
      </w:r>
      <w:r w:rsidR="00884EE7">
        <w:br/>
      </w:r>
    </w:p>
    <w:p w:rsidR="00884EE7" w:rsidRDefault="00884EE7" w:rsidP="00146F61">
      <w:pPr>
        <w:pStyle w:val="H2"/>
      </w:pPr>
      <w:r>
        <w:t xml:space="preserve">Two </w:t>
      </w:r>
      <w:r w:rsidR="009B5A68">
        <w:t xml:space="preserve">Ways </w:t>
      </w:r>
      <w:r>
        <w:t xml:space="preserve">to </w:t>
      </w:r>
      <w:r w:rsidR="009B5A68">
        <w:t>I</w:t>
      </w:r>
      <w:r>
        <w:t xml:space="preserve">nstall the DHCP </w:t>
      </w:r>
      <w:r w:rsidR="009B5A68">
        <w:t>S</w:t>
      </w:r>
      <w:r>
        <w:t>erver</w:t>
      </w:r>
    </w:p>
    <w:p w:rsidR="00CD51E7" w:rsidRDefault="00CD51E7">
      <w:r>
        <w:t xml:space="preserve">Your teacher will demonstrate how to use the DHCP Wizard and the two ways to install the DHCP server: </w:t>
      </w:r>
    </w:p>
    <w:p w:rsidR="00884EE7" w:rsidRDefault="00884EE7" w:rsidP="00A731B9">
      <w:pPr>
        <w:pStyle w:val="Numbered"/>
        <w:numPr>
          <w:ilvl w:val="0"/>
          <w:numId w:val="4"/>
        </w:numPr>
      </w:pPr>
      <w:r>
        <w:t xml:space="preserve">Go to the Start menu. Click All Programs </w:t>
      </w:r>
      <w:r w:rsidR="004506E0">
        <w:t xml:space="preserve">&gt; </w:t>
      </w:r>
      <w:r>
        <w:t xml:space="preserve">Administrative Tools </w:t>
      </w:r>
      <w:r w:rsidR="004506E0">
        <w:t xml:space="preserve">&gt; </w:t>
      </w:r>
      <w:r>
        <w:t xml:space="preserve">Manage Your Server </w:t>
      </w:r>
      <w:r w:rsidR="004506E0">
        <w:t xml:space="preserve">&gt; </w:t>
      </w:r>
      <w:r>
        <w:t xml:space="preserve">Select to Add Role. Under Server Roles, select DHCP Server. </w:t>
      </w:r>
    </w:p>
    <w:p w:rsidR="00884EE7" w:rsidRDefault="00884EE7" w:rsidP="00A731B9">
      <w:pPr>
        <w:pStyle w:val="Numbered"/>
        <w:numPr>
          <w:ilvl w:val="0"/>
          <w:numId w:val="4"/>
        </w:numPr>
      </w:pPr>
      <w:r>
        <w:t xml:space="preserve">Get your Windows Server CD ready, navigate to Add/Remove Programs </w:t>
      </w:r>
      <w:r w:rsidR="004506E0">
        <w:t xml:space="preserve">&gt; </w:t>
      </w:r>
      <w:r>
        <w:t xml:space="preserve">Windows Components </w:t>
      </w:r>
      <w:r w:rsidR="004506E0">
        <w:t xml:space="preserve">&gt; </w:t>
      </w:r>
      <w:r>
        <w:t>Networking Services, and select DHCP.</w:t>
      </w:r>
    </w:p>
    <w:p w:rsidR="00884EE7" w:rsidRDefault="00884EE7">
      <w:r>
        <w:t>For further details on using the DHCP Wizard, refer to either of the following online tutorials for Windows 2003:</w:t>
      </w:r>
    </w:p>
    <w:p w:rsidR="00884EE7" w:rsidRDefault="00D75461">
      <w:pPr>
        <w:pStyle w:val="BL"/>
      </w:pPr>
      <w:hyperlink r:id="rId10" w:history="1">
        <w:r w:rsidR="00884EE7">
          <w:rPr>
            <w:rStyle w:val="Hyperlink"/>
            <w:rFonts w:ascii="ArialMS" w:hAnsi="ArialMS" w:cs="Tahoma"/>
          </w:rPr>
          <w:t>http://www.windowsreference.com/windows-2003/install-and-configure-dhcp-server-in-win-server-2003-step-by-step-guide/</w:t>
        </w:r>
      </w:hyperlink>
    </w:p>
    <w:p w:rsidR="00884EE7" w:rsidRDefault="00D75461">
      <w:pPr>
        <w:pStyle w:val="BL"/>
      </w:pPr>
      <w:hyperlink r:id="rId11" w:history="1">
        <w:r w:rsidR="00884EE7">
          <w:rPr>
            <w:rStyle w:val="Hyperlink"/>
            <w:szCs w:val="24"/>
          </w:rPr>
          <w:t>http://www.computerperformance.co.uk/w2k3/services/DHCP_Configure.htm</w:t>
        </w:r>
      </w:hyperlink>
    </w:p>
    <w:p w:rsidR="00884EE7" w:rsidRDefault="00CD51E7">
      <w:pPr>
        <w:pStyle w:val="BodyText"/>
      </w:pPr>
      <w:r>
        <w:t>W</w:t>
      </w:r>
      <w:r w:rsidR="00884EE7">
        <w:t>he</w:t>
      </w:r>
      <w:r>
        <w:t>n the</w:t>
      </w:r>
      <w:r w:rsidR="00884EE7">
        <w:t xml:space="preserve"> installation wizard come</w:t>
      </w:r>
      <w:r>
        <w:t>s</w:t>
      </w:r>
      <w:r w:rsidR="00884EE7">
        <w:t xml:space="preserve"> up, you</w:t>
      </w:r>
      <w:r>
        <w:t>r teacher will</w:t>
      </w:r>
      <w:r w:rsidR="00884EE7">
        <w:t xml:space="preserve"> enter the following information</w:t>
      </w:r>
      <w:r>
        <w:t>. Record the entries here</w:t>
      </w:r>
      <w:r w:rsidR="00562DAD">
        <w:t>:</w:t>
      </w:r>
    </w:p>
    <w:p w:rsidR="00884EE7" w:rsidRDefault="00884EE7" w:rsidP="00562DAD">
      <w:pPr>
        <w:pStyle w:val="H3"/>
      </w:pPr>
      <w:r>
        <w:t>Installing DHCP and DNS</w:t>
      </w:r>
    </w:p>
    <w:p w:rsidR="00884EE7" w:rsidRDefault="00884EE7" w:rsidP="002F11B5">
      <w:pPr>
        <w:pStyle w:val="BL"/>
      </w:pPr>
      <w:r>
        <w:t xml:space="preserve">DNS name: </w:t>
      </w:r>
    </w:p>
    <w:p w:rsidR="00884EE7" w:rsidRDefault="00884EE7" w:rsidP="002F11B5">
      <w:pPr>
        <w:pStyle w:val="BodyText"/>
      </w:pPr>
    </w:p>
    <w:p w:rsidR="00884EE7" w:rsidRDefault="00884EE7" w:rsidP="002F11B5">
      <w:pPr>
        <w:pStyle w:val="BL"/>
      </w:pPr>
      <w:r>
        <w:t xml:space="preserve">NetBIOS name: </w:t>
      </w:r>
    </w:p>
    <w:p w:rsidR="00884EE7" w:rsidRDefault="00884EE7" w:rsidP="002F11B5">
      <w:pPr>
        <w:pStyle w:val="Indent"/>
      </w:pPr>
      <w:r>
        <w:t>(</w:t>
      </w:r>
      <w:proofErr w:type="gramStart"/>
      <w:r>
        <w:t>resolves</w:t>
      </w:r>
      <w:proofErr w:type="gramEnd"/>
      <w:r>
        <w:t xml:space="preserve"> to *.local)</w:t>
      </w:r>
    </w:p>
    <w:p w:rsidR="00884EE7" w:rsidRDefault="00884EE7" w:rsidP="002F11B5">
      <w:pPr>
        <w:pStyle w:val="BL"/>
      </w:pPr>
      <w:r>
        <w:t xml:space="preserve">Computer name: </w:t>
      </w:r>
    </w:p>
    <w:p w:rsidR="00884EE7" w:rsidRDefault="00884EE7" w:rsidP="002F11B5">
      <w:pPr>
        <w:pStyle w:val="BodyText"/>
      </w:pPr>
    </w:p>
    <w:p w:rsidR="00884EE7" w:rsidRDefault="00884EE7" w:rsidP="002F11B5">
      <w:pPr>
        <w:pStyle w:val="BL"/>
      </w:pPr>
      <w:r>
        <w:t xml:space="preserve">Local network adapter: </w:t>
      </w:r>
    </w:p>
    <w:p w:rsidR="002F11B5" w:rsidRDefault="002F11B5" w:rsidP="002F11B5">
      <w:pPr>
        <w:pStyle w:val="BodyText"/>
      </w:pPr>
    </w:p>
    <w:p w:rsidR="00884EE7" w:rsidRDefault="00884EE7" w:rsidP="002F11B5">
      <w:pPr>
        <w:pStyle w:val="BL"/>
      </w:pPr>
      <w:r>
        <w:t>(Your server’s local network adapter will need a static IP assigned before setting up DHCP.)</w:t>
      </w:r>
    </w:p>
    <w:p w:rsidR="00884EE7" w:rsidRDefault="00884EE7" w:rsidP="002F11B5">
      <w:pPr>
        <w:pStyle w:val="BodyText"/>
      </w:pPr>
    </w:p>
    <w:p w:rsidR="00884EE7" w:rsidRDefault="00884EE7" w:rsidP="002F11B5">
      <w:pPr>
        <w:pStyle w:val="BL"/>
      </w:pPr>
      <w:r>
        <w:t xml:space="preserve">Subnet mask: </w:t>
      </w:r>
    </w:p>
    <w:p w:rsidR="00884EE7" w:rsidRDefault="00884EE7" w:rsidP="002F11B5">
      <w:pPr>
        <w:pStyle w:val="BodyText"/>
      </w:pPr>
    </w:p>
    <w:p w:rsidR="00884EE7" w:rsidRDefault="00884EE7" w:rsidP="002F11B5">
      <w:pPr>
        <w:pStyle w:val="BL"/>
      </w:pPr>
      <w:r>
        <w:t xml:space="preserve">Gateway (leave blank if not connecting to the Internet): </w:t>
      </w:r>
    </w:p>
    <w:p w:rsidR="00884EE7" w:rsidRDefault="00884EE7" w:rsidP="00146F61">
      <w:pPr>
        <w:pStyle w:val="H2"/>
      </w:pPr>
      <w:r>
        <w:lastRenderedPageBreak/>
        <w:t>The DHCP Scope Wizard</w:t>
      </w:r>
    </w:p>
    <w:p w:rsidR="00884EE7" w:rsidRDefault="00884EE7" w:rsidP="004506E0">
      <w:pPr>
        <w:pStyle w:val="BodyText"/>
      </w:pPr>
      <w:r>
        <w:t xml:space="preserve">The DHCP Wizard will automatically </w:t>
      </w:r>
      <w:r w:rsidR="00562DAD">
        <w:t>open</w:t>
      </w:r>
      <w:r>
        <w:t xml:space="preserve"> the New Scope Wizard once DHCP is finished installing. If DHCP </w:t>
      </w:r>
      <w:r w:rsidR="00562DAD">
        <w:t xml:space="preserve">is already installed </w:t>
      </w:r>
      <w:r>
        <w:t xml:space="preserve">but </w:t>
      </w:r>
      <w:r w:rsidR="00562DAD">
        <w:t xml:space="preserve">you </w:t>
      </w:r>
      <w:r>
        <w:t>need to configure a new scope, you can go to the Windows Start menu, select Administrative Options, then DHCP. Select the server you want to configure a new scope for</w:t>
      </w:r>
      <w:r w:rsidR="004506E0">
        <w:t>, and</w:t>
      </w:r>
      <w:r>
        <w:t xml:space="preserve"> then</w:t>
      </w:r>
      <w:r w:rsidR="00AA4D4A">
        <w:t xml:space="preserve"> click</w:t>
      </w:r>
      <w:r>
        <w:t xml:space="preserve"> the green open-book icon at the top menu to enter the DHCP Scope Wizard afresh.</w:t>
      </w:r>
    </w:p>
    <w:p w:rsidR="00884EE7" w:rsidRDefault="00884EE7">
      <w:pPr>
        <w:pStyle w:val="BodyText"/>
      </w:pPr>
      <w:r>
        <w:t xml:space="preserve">Name:  </w:t>
      </w:r>
    </w:p>
    <w:p w:rsidR="00884EE7" w:rsidRDefault="00884EE7">
      <w:pPr>
        <w:pStyle w:val="BodyText"/>
      </w:pPr>
      <w:r>
        <w:t>(This is a name for this unique scope</w:t>
      </w:r>
      <w:r w:rsidR="004506E0">
        <w:t>.</w:t>
      </w:r>
      <w:r>
        <w:t>)</w:t>
      </w:r>
    </w:p>
    <w:p w:rsidR="00884EE7" w:rsidRDefault="00884EE7">
      <w:pPr>
        <w:pStyle w:val="BodyText"/>
      </w:pPr>
    </w:p>
    <w:p w:rsidR="00884EE7" w:rsidRDefault="00884EE7">
      <w:pPr>
        <w:pStyle w:val="BodyText"/>
      </w:pPr>
      <w:r>
        <w:t xml:space="preserve">Description:  </w:t>
      </w:r>
    </w:p>
    <w:p w:rsidR="00884EE7" w:rsidRDefault="00884EE7">
      <w:pPr>
        <w:pStyle w:val="BodyText"/>
      </w:pPr>
      <w:r>
        <w:t>(Add a description for this scope if you need to differentiate it from another.)</w:t>
      </w:r>
    </w:p>
    <w:p w:rsidR="00884EE7" w:rsidRDefault="00884EE7">
      <w:pPr>
        <w:pStyle w:val="BodyText"/>
      </w:pPr>
    </w:p>
    <w:p w:rsidR="00884EE7" w:rsidRDefault="00884EE7">
      <w:r>
        <w:t xml:space="preserve">IP address range:  </w:t>
      </w:r>
    </w:p>
    <w:p w:rsidR="00884EE7" w:rsidRDefault="00884EE7">
      <w:pPr>
        <w:pStyle w:val="BodyText"/>
      </w:pPr>
      <w:r>
        <w:t>(The range of IP addresses computers will be able to obtain. If many computers need to log in, or mobile computers are often logging in, use a larger range. Remember that local networks often use 10, 192, or 172 to begin the range.</w:t>
      </w:r>
      <w:r w:rsidR="00562DAD">
        <w:t xml:space="preserve"> A typical IP address range is 10.10.10.1 to 10.10.10.200 or 192.168.1.1 to 192.168.1.200</w:t>
      </w:r>
      <w:r w:rsidR="004506E0">
        <w:t>.</w:t>
      </w:r>
      <w:r>
        <w:t xml:space="preserve">)   </w:t>
      </w:r>
    </w:p>
    <w:p w:rsidR="00884EE7" w:rsidRDefault="00884EE7">
      <w:pPr>
        <w:pStyle w:val="BodyText"/>
      </w:pPr>
    </w:p>
    <w:p w:rsidR="00884EE7" w:rsidRDefault="00884EE7">
      <w:pPr>
        <w:pStyle w:val="BodyText"/>
      </w:pPr>
      <w:r>
        <w:t xml:space="preserve">Subnet length:   </w:t>
      </w:r>
    </w:p>
    <w:p w:rsidR="00884EE7" w:rsidRDefault="00884EE7" w:rsidP="004506E0">
      <w:pPr>
        <w:pStyle w:val="BodyText"/>
      </w:pPr>
      <w:r>
        <w:t>(Larger networks using multiple subnets will require longer subnet masks</w:t>
      </w:r>
      <w:r w:rsidR="004506E0">
        <w:t>—</w:t>
      </w:r>
      <w:r>
        <w:t xml:space="preserve">8 </w:t>
      </w:r>
      <w:proofErr w:type="gramStart"/>
      <w:r>
        <w:t>is</w:t>
      </w:r>
      <w:proofErr w:type="gramEnd"/>
      <w:r>
        <w:t xml:space="preserve"> standard.)</w:t>
      </w:r>
    </w:p>
    <w:p w:rsidR="00884EE7" w:rsidRDefault="00884EE7">
      <w:pPr>
        <w:pStyle w:val="BodyText"/>
      </w:pPr>
      <w:r>
        <w:t xml:space="preserve"> </w:t>
      </w:r>
    </w:p>
    <w:p w:rsidR="00884EE7" w:rsidRDefault="00884EE7">
      <w:r>
        <w:t xml:space="preserve">Subnet mask:  </w:t>
      </w:r>
    </w:p>
    <w:p w:rsidR="00884EE7" w:rsidRDefault="00884EE7">
      <w:r>
        <w:t>(Remember that subnets begin with 255.)</w:t>
      </w:r>
    </w:p>
    <w:p w:rsidR="00884EE7" w:rsidRDefault="00884EE7">
      <w:pPr>
        <w:pStyle w:val="BodyText"/>
      </w:pPr>
    </w:p>
    <w:p w:rsidR="00884EE7" w:rsidRDefault="00884EE7">
      <w:pPr>
        <w:pStyle w:val="BodyText"/>
      </w:pPr>
      <w:r>
        <w:t xml:space="preserve">Excluded addresses:  </w:t>
      </w:r>
    </w:p>
    <w:p w:rsidR="00884EE7" w:rsidRDefault="00884EE7" w:rsidP="004506E0">
      <w:pPr>
        <w:pStyle w:val="BodyText"/>
      </w:pPr>
      <w:r>
        <w:t xml:space="preserve">(Exclude any addresses from the range that are being used by the server or </w:t>
      </w:r>
      <w:r w:rsidR="004506E0">
        <w:t xml:space="preserve">that are already </w:t>
      </w:r>
      <w:r>
        <w:t>assigned to another computer as a static IP</w:t>
      </w:r>
      <w:r w:rsidR="004506E0">
        <w:t>.</w:t>
      </w:r>
      <w:r>
        <w:t>)</w:t>
      </w:r>
    </w:p>
    <w:p w:rsidR="00884EE7" w:rsidRDefault="00884EE7">
      <w:pPr>
        <w:pStyle w:val="BodyText"/>
      </w:pPr>
    </w:p>
    <w:p w:rsidR="00884EE7" w:rsidRDefault="00884EE7">
      <w:pPr>
        <w:pStyle w:val="BodyText"/>
      </w:pPr>
      <w:r>
        <w:t xml:space="preserve">IP leases:  </w:t>
      </w:r>
    </w:p>
    <w:p w:rsidR="00884EE7" w:rsidRDefault="00884EE7">
      <w:pPr>
        <w:pStyle w:val="BodyText"/>
      </w:pPr>
      <w:r>
        <w:t>(The duration of the lease determines how long computers maintain the same IP addresses and depends on the network needs. Common lease durations are 8–12 days; may</w:t>
      </w:r>
      <w:r w:rsidR="002F11B5">
        <w:t xml:space="preserve"> </w:t>
      </w:r>
      <w:r>
        <w:t xml:space="preserve">be shorter if different computers are frequently logging on and IPs constantly </w:t>
      </w:r>
      <w:proofErr w:type="gramStart"/>
      <w:r>
        <w:t>need</w:t>
      </w:r>
      <w:proofErr w:type="gramEnd"/>
      <w:r>
        <w:t xml:space="preserve"> to be reassigned, or longer if the same computers are always logged in.) </w:t>
      </w:r>
    </w:p>
    <w:p w:rsidR="00884EE7" w:rsidRDefault="00884EE7">
      <w:pPr>
        <w:pStyle w:val="BodyText"/>
      </w:pPr>
    </w:p>
    <w:p w:rsidR="00884EE7" w:rsidRDefault="00884EE7">
      <w:pPr>
        <w:pStyle w:val="BodyText"/>
      </w:pPr>
      <w:r>
        <w:t xml:space="preserve">DNS parent domain:  </w:t>
      </w:r>
    </w:p>
    <w:p w:rsidR="00884EE7" w:rsidRPr="00146F61" w:rsidRDefault="00884EE7">
      <w:pPr>
        <w:pStyle w:val="BodyText"/>
      </w:pPr>
      <w:r>
        <w:t>(The parent is the main domain or server that controls DNS.)</w:t>
      </w:r>
    </w:p>
    <w:p w:rsidR="00884EE7" w:rsidRDefault="0046588D" w:rsidP="00CA0305">
      <w:pPr>
        <w:pStyle w:val="H2"/>
      </w:pPr>
      <w:r>
        <w:br w:type="page"/>
      </w:r>
      <w:r w:rsidR="00884EE7">
        <w:lastRenderedPageBreak/>
        <w:t xml:space="preserve">Setting </w:t>
      </w:r>
      <w:r w:rsidR="00CA0305">
        <w:t>U</w:t>
      </w:r>
      <w:r w:rsidR="00884EE7">
        <w:t>p DHCP on a Windows Client Machine</w:t>
      </w:r>
    </w:p>
    <w:p w:rsidR="00884EE7" w:rsidRDefault="00884EE7" w:rsidP="000844F9">
      <w:pPr>
        <w:pStyle w:val="BodyText"/>
      </w:pPr>
      <w:r>
        <w:t xml:space="preserve">Before DHCP will work, you must tell your client computers running Windows XP, </w:t>
      </w:r>
      <w:r w:rsidR="000844F9">
        <w:t xml:space="preserve">Windows </w:t>
      </w:r>
      <w:r>
        <w:t>Vista</w:t>
      </w:r>
      <w:r w:rsidR="00AA4D4A">
        <w:t>, or Windows 7</w:t>
      </w:r>
      <w:r>
        <w:t xml:space="preserve"> to ask the server for an IP address. </w:t>
      </w:r>
      <w:r w:rsidR="00AA4D4A">
        <w:t>Your teacher will demonstrate the following steps:</w:t>
      </w:r>
    </w:p>
    <w:p w:rsidR="00884EE7" w:rsidRDefault="00884EE7" w:rsidP="00A731B9">
      <w:pPr>
        <w:pStyle w:val="Numbered"/>
        <w:numPr>
          <w:ilvl w:val="0"/>
          <w:numId w:val="6"/>
        </w:numPr>
      </w:pPr>
      <w:r>
        <w:t xml:space="preserve">Go to Network Connections </w:t>
      </w:r>
      <w:r w:rsidR="001B07F1">
        <w:t>and right-click the</w:t>
      </w:r>
      <w:r w:rsidR="00CA0305">
        <w:t xml:space="preserve"> </w:t>
      </w:r>
      <w:r>
        <w:t>Local Area Connection</w:t>
      </w:r>
      <w:r w:rsidR="001B07F1">
        <w:t xml:space="preserve"> icon; select</w:t>
      </w:r>
      <w:r w:rsidR="00CA0305">
        <w:t xml:space="preserve"> </w:t>
      </w:r>
      <w:r>
        <w:t>Status</w:t>
      </w:r>
      <w:r w:rsidR="001B07F1">
        <w:t>.</w:t>
      </w:r>
      <w:r>
        <w:t xml:space="preserve"> </w:t>
      </w:r>
      <w:r w:rsidR="001B07F1">
        <w:t>In the Local Area Connection Status dialog box, click</w:t>
      </w:r>
      <w:r w:rsidR="00CA0305">
        <w:t xml:space="preserve"> </w:t>
      </w:r>
      <w:r>
        <w:t xml:space="preserve">Properties. </w:t>
      </w:r>
      <w:r w:rsidR="00AA4D4A">
        <w:t xml:space="preserve">(On a Windows 7 machine, click Start </w:t>
      </w:r>
      <w:r w:rsidR="000844F9">
        <w:t>&gt;</w:t>
      </w:r>
      <w:r w:rsidR="00AA4D4A">
        <w:t xml:space="preserve"> Control Panel</w:t>
      </w:r>
      <w:r w:rsidR="006E48FC">
        <w:t xml:space="preserve">. In the Control Panel search field, type </w:t>
      </w:r>
      <w:r w:rsidR="006E48FC" w:rsidRPr="002F11B5">
        <w:rPr>
          <w:i/>
          <w:iCs/>
        </w:rPr>
        <w:t>adapter</w:t>
      </w:r>
      <w:r w:rsidR="006E48FC">
        <w:t xml:space="preserve">. Under Network and Sharing Center, click View </w:t>
      </w:r>
      <w:r w:rsidR="000844F9">
        <w:t>N</w:t>
      </w:r>
      <w:r w:rsidR="006E48FC">
        <w:t xml:space="preserve">etwork </w:t>
      </w:r>
      <w:r w:rsidR="000844F9">
        <w:t>C</w:t>
      </w:r>
      <w:r w:rsidR="006E48FC">
        <w:t>onnections. Right-click your connection and then click Properties.)</w:t>
      </w:r>
    </w:p>
    <w:p w:rsidR="00884EE7" w:rsidRDefault="00884EE7" w:rsidP="00A731B9">
      <w:pPr>
        <w:pStyle w:val="Numbered"/>
        <w:numPr>
          <w:ilvl w:val="0"/>
          <w:numId w:val="6"/>
        </w:numPr>
      </w:pPr>
      <w:r>
        <w:t>Select the check boxes to make the machine a client for M</w:t>
      </w:r>
      <w:r w:rsidR="007A7E5D">
        <w:t>icrosoft</w:t>
      </w:r>
      <w:r>
        <w:t xml:space="preserve"> Networks, to enable file and print</w:t>
      </w:r>
      <w:r w:rsidR="007A7E5D">
        <w:t>er</w:t>
      </w:r>
      <w:r>
        <w:t xml:space="preserve"> sharing, to enable the </w:t>
      </w:r>
      <w:proofErr w:type="spellStart"/>
      <w:r>
        <w:t>QoS</w:t>
      </w:r>
      <w:proofErr w:type="spellEnd"/>
      <w:r>
        <w:t xml:space="preserve"> Packet Scheduler, and for TCP/IP</w:t>
      </w:r>
      <w:r w:rsidR="000844F9">
        <w:t xml:space="preserve"> </w:t>
      </w:r>
      <w:r w:rsidR="006E48FC">
        <w:t>v4 and v6</w:t>
      </w:r>
      <w:r>
        <w:t xml:space="preserve">.  </w:t>
      </w:r>
    </w:p>
    <w:p w:rsidR="00884EE7" w:rsidRDefault="00884EE7" w:rsidP="00A731B9">
      <w:pPr>
        <w:pStyle w:val="Numbered"/>
        <w:numPr>
          <w:ilvl w:val="0"/>
          <w:numId w:val="6"/>
        </w:numPr>
      </w:pPr>
      <w:r>
        <w:t xml:space="preserve">In the Properties menu for TCP/IP, make sure “Obtain an Address Automatically” </w:t>
      </w:r>
      <w:r w:rsidR="00AA4D4A">
        <w:t xml:space="preserve">is selected </w:t>
      </w:r>
      <w:r>
        <w:t>so that the computer asks the DHCP server to provide its network address information.</w:t>
      </w:r>
      <w:r w:rsidR="004E4C7C">
        <w:t xml:space="preserve"> (In Windows 7, highlight Internet Protocol Version 4 (TCP/IP</w:t>
      </w:r>
      <w:r w:rsidR="007A7E5D">
        <w:t xml:space="preserve"> </w:t>
      </w:r>
      <w:r w:rsidR="004E4C7C">
        <w:t>v4) and then click Properties to see the Properties menu.)</w:t>
      </w:r>
    </w:p>
    <w:p w:rsidR="00653BF5" w:rsidRDefault="00653BF5" w:rsidP="00012A86">
      <w:pPr>
        <w:pStyle w:val="H2"/>
      </w:pPr>
      <w:r>
        <w:t>Notes and Troubleshooting</w:t>
      </w:r>
    </w:p>
    <w:p w:rsidR="00653BF5" w:rsidRDefault="00653BF5" w:rsidP="00653BF5">
      <w:pPr>
        <w:pStyle w:val="BodyText"/>
      </w:pPr>
      <w:r>
        <w:t xml:space="preserve">Note any issues or problems you encountered while </w:t>
      </w:r>
      <w:r w:rsidR="00B32C90">
        <w:t>runn</w:t>
      </w:r>
      <w:r>
        <w:t xml:space="preserve">ing the </w:t>
      </w:r>
      <w:r w:rsidR="00B32C90">
        <w:t>cables</w:t>
      </w:r>
      <w:r w:rsidR="00AA4D4A">
        <w:t xml:space="preserve"> and installing the DHCP server</w:t>
      </w:r>
      <w:r>
        <w:t>, and explain how you solved the problem. This information can be very helpful the next time you install and configure DHCP. (Remember, you may need to do this for your culminating project.)</w:t>
      </w:r>
    </w:p>
    <w:p w:rsidR="00C51676" w:rsidRPr="00933931" w:rsidRDefault="00653BF5" w:rsidP="004E4C7C">
      <w:pPr>
        <w:pStyle w:val="H1"/>
      </w:pPr>
      <w:r>
        <w:br w:type="page"/>
      </w:r>
      <w:r w:rsidR="006748BF">
        <w:lastRenderedPageBreak/>
        <w:t>Part 3:</w:t>
      </w:r>
      <w:r w:rsidR="00B42D92">
        <w:t xml:space="preserve"> </w:t>
      </w:r>
      <w:r w:rsidR="00884EE7">
        <w:t>Configuring a Domain Controller</w:t>
      </w:r>
      <w:r w:rsidR="00884EE7" w:rsidRPr="00933931">
        <w:t xml:space="preserve"> </w:t>
      </w:r>
    </w:p>
    <w:p w:rsidR="00884EE7" w:rsidRDefault="00884EE7" w:rsidP="00A731B9">
      <w:pPr>
        <w:pStyle w:val="Numbered"/>
        <w:numPr>
          <w:ilvl w:val="0"/>
          <w:numId w:val="5"/>
        </w:numPr>
      </w:pPr>
      <w:r>
        <w:t xml:space="preserve">To configure your server’s primary (or first) domain controller, go to your Windows Start menu, select Run, and then type </w:t>
      </w:r>
      <w:proofErr w:type="spellStart"/>
      <w:r w:rsidRPr="002F11B5">
        <w:rPr>
          <w:i/>
          <w:iCs/>
        </w:rPr>
        <w:t>dcpromo</w:t>
      </w:r>
      <w:proofErr w:type="spellEnd"/>
      <w:r>
        <w:t xml:space="preserve"> at the prompt. This will bring up the Active Directory Installation Wizard.</w:t>
      </w:r>
    </w:p>
    <w:p w:rsidR="00884EE7" w:rsidRDefault="00884EE7" w:rsidP="00A731B9">
      <w:pPr>
        <w:pStyle w:val="Numbered"/>
        <w:numPr>
          <w:ilvl w:val="0"/>
          <w:numId w:val="5"/>
        </w:numPr>
      </w:pPr>
      <w:r>
        <w:t xml:space="preserve">Under Domain Controller Type, select a domain controller for a new domain, and click </w:t>
      </w:r>
      <w:proofErr w:type="gramStart"/>
      <w:r>
        <w:t>Next</w:t>
      </w:r>
      <w:proofErr w:type="gramEnd"/>
      <w:r>
        <w:t>.</w:t>
      </w:r>
    </w:p>
    <w:p w:rsidR="00884EE7" w:rsidRDefault="00884EE7" w:rsidP="00A731B9">
      <w:pPr>
        <w:pStyle w:val="Numbered"/>
        <w:numPr>
          <w:ilvl w:val="0"/>
          <w:numId w:val="5"/>
        </w:numPr>
      </w:pPr>
      <w:r>
        <w:t>Under Create New Domain, select a domain in a new forest.</w:t>
      </w:r>
    </w:p>
    <w:p w:rsidR="00884EE7" w:rsidRDefault="00884EE7" w:rsidP="00A731B9">
      <w:pPr>
        <w:pStyle w:val="Numbered"/>
        <w:numPr>
          <w:ilvl w:val="0"/>
          <w:numId w:val="5"/>
        </w:numPr>
      </w:pPr>
      <w:r>
        <w:t xml:space="preserve">Enter the full DNS name:   </w:t>
      </w:r>
    </w:p>
    <w:p w:rsidR="00884EE7" w:rsidRDefault="00884EE7" w:rsidP="00A731B9">
      <w:pPr>
        <w:pStyle w:val="Numbered"/>
        <w:numPr>
          <w:ilvl w:val="0"/>
          <w:numId w:val="5"/>
        </w:numPr>
      </w:pPr>
      <w:r>
        <w:t xml:space="preserve">NetBIOS domain name:   </w:t>
      </w:r>
    </w:p>
    <w:p w:rsidR="00884EE7" w:rsidRDefault="00884EE7" w:rsidP="00A731B9">
      <w:pPr>
        <w:pStyle w:val="Numbered"/>
        <w:numPr>
          <w:ilvl w:val="0"/>
          <w:numId w:val="5"/>
        </w:numPr>
      </w:pPr>
      <w:r>
        <w:t xml:space="preserve">Active Directory database folder:   </w:t>
      </w:r>
    </w:p>
    <w:p w:rsidR="00884EE7" w:rsidRDefault="00884EE7" w:rsidP="00A731B9">
      <w:pPr>
        <w:pStyle w:val="Numbered"/>
        <w:numPr>
          <w:ilvl w:val="0"/>
          <w:numId w:val="5"/>
        </w:numPr>
      </w:pPr>
      <w:r>
        <w:t xml:space="preserve">Active Directory log folder:   </w:t>
      </w:r>
    </w:p>
    <w:p w:rsidR="00884EE7" w:rsidRDefault="00884EE7" w:rsidP="00A731B9">
      <w:pPr>
        <w:pStyle w:val="Numbered"/>
        <w:numPr>
          <w:ilvl w:val="0"/>
          <w:numId w:val="5"/>
        </w:numPr>
      </w:pPr>
      <w:r>
        <w:t xml:space="preserve">Shared system volume:   </w:t>
      </w:r>
    </w:p>
    <w:p w:rsidR="00884EE7" w:rsidRDefault="00884EE7" w:rsidP="00A731B9">
      <w:pPr>
        <w:pStyle w:val="Numbered"/>
        <w:numPr>
          <w:ilvl w:val="0"/>
          <w:numId w:val="5"/>
        </w:numPr>
      </w:pPr>
      <w:r>
        <w:t>Select “Install and configure DNS server on this computer.”</w:t>
      </w:r>
    </w:p>
    <w:p w:rsidR="00884EE7" w:rsidRDefault="00884EE7" w:rsidP="00A731B9">
      <w:pPr>
        <w:pStyle w:val="Numbered"/>
        <w:numPr>
          <w:ilvl w:val="0"/>
          <w:numId w:val="5"/>
        </w:numPr>
      </w:pPr>
      <w:r>
        <w:t>Type a restore-mode password:   __________________________________________</w:t>
      </w:r>
    </w:p>
    <w:p w:rsidR="00884EE7" w:rsidRDefault="00884EE7" w:rsidP="00A731B9">
      <w:pPr>
        <w:pStyle w:val="Numbered"/>
        <w:numPr>
          <w:ilvl w:val="0"/>
          <w:numId w:val="5"/>
        </w:numPr>
      </w:pPr>
      <w:r>
        <w:t>Under Local Area Connection Properties, make sure the following are selected:</w:t>
      </w:r>
    </w:p>
    <w:p w:rsidR="00884EE7" w:rsidRDefault="00884EE7" w:rsidP="002F11B5">
      <w:pPr>
        <w:pStyle w:val="BL-sub"/>
      </w:pPr>
      <w:r>
        <w:t>Client for M</w:t>
      </w:r>
      <w:r w:rsidR="00242D03">
        <w:t>icrosoft</w:t>
      </w:r>
      <w:r>
        <w:t xml:space="preserve"> Networks</w:t>
      </w:r>
    </w:p>
    <w:p w:rsidR="00884EE7" w:rsidRDefault="00884EE7" w:rsidP="002F11B5">
      <w:pPr>
        <w:pStyle w:val="BL-sub"/>
      </w:pPr>
      <w:r>
        <w:t xml:space="preserve">File and </w:t>
      </w:r>
      <w:r w:rsidR="00242D03">
        <w:t>p</w:t>
      </w:r>
      <w:r>
        <w:t>rint</w:t>
      </w:r>
      <w:r w:rsidR="00242D03">
        <w:t>er</w:t>
      </w:r>
      <w:r>
        <w:t xml:space="preserve"> </w:t>
      </w:r>
      <w:r w:rsidR="00242D03">
        <w:t>s</w:t>
      </w:r>
      <w:r>
        <w:t>haring</w:t>
      </w:r>
    </w:p>
    <w:p w:rsidR="00884EE7" w:rsidRDefault="00884EE7" w:rsidP="002F11B5">
      <w:pPr>
        <w:pStyle w:val="BL-sub"/>
      </w:pPr>
      <w:r>
        <w:t>Internet Protocol TCP/IP</w:t>
      </w:r>
    </w:p>
    <w:p w:rsidR="00884EE7" w:rsidRDefault="00884EE7" w:rsidP="002F11B5">
      <w:pPr>
        <w:pStyle w:val="Numbered"/>
      </w:pPr>
      <w:r>
        <w:t>Click Properties in TCP/IP and ensure that the DNS server is the same as the local server.</w:t>
      </w:r>
    </w:p>
    <w:p w:rsidR="00653BF5" w:rsidRDefault="00653BF5" w:rsidP="00012A86">
      <w:pPr>
        <w:pStyle w:val="H2"/>
      </w:pPr>
      <w:r>
        <w:t>Notes and Troubleshooting</w:t>
      </w:r>
    </w:p>
    <w:p w:rsidR="00653BF5" w:rsidRDefault="00653BF5" w:rsidP="00242D03">
      <w:pPr>
        <w:pStyle w:val="BodyText"/>
      </w:pPr>
      <w:r>
        <w:t xml:space="preserve">Note any issues or problems you encountered while installing and configuring the </w:t>
      </w:r>
      <w:r w:rsidR="00242D03">
        <w:t>d</w:t>
      </w:r>
      <w:r w:rsidR="00F63DBC">
        <w:t xml:space="preserve">omain </w:t>
      </w:r>
      <w:r w:rsidR="00242D03">
        <w:t>c</w:t>
      </w:r>
      <w:r w:rsidR="00F63DBC">
        <w:t>ontroller</w:t>
      </w:r>
      <w:r>
        <w:t xml:space="preserve">, and explain how you solved the problem. This information can be very helpful the next time you install and configure </w:t>
      </w:r>
      <w:r w:rsidR="00F63DBC">
        <w:t xml:space="preserve">a </w:t>
      </w:r>
      <w:r w:rsidR="00242D03">
        <w:t>d</w:t>
      </w:r>
      <w:r w:rsidR="00F63DBC">
        <w:t xml:space="preserve">omain </w:t>
      </w:r>
      <w:r w:rsidR="00242D03">
        <w:t>c</w:t>
      </w:r>
      <w:r w:rsidR="00F63DBC">
        <w:t>ontroller</w:t>
      </w:r>
      <w:r>
        <w:t>. (Remember, you may need to do this for your culminating project.)</w:t>
      </w:r>
    </w:p>
    <w:p w:rsidR="00F63DBC" w:rsidRDefault="00F63DBC" w:rsidP="00012A86">
      <w:pPr>
        <w:pStyle w:val="BodyText"/>
      </w:pPr>
    </w:p>
    <w:p w:rsidR="00884EE7" w:rsidRDefault="00F63DBC" w:rsidP="00F63DBC">
      <w:pPr>
        <w:pStyle w:val="H1"/>
      </w:pPr>
      <w:r>
        <w:br w:type="page"/>
      </w:r>
      <w:r w:rsidR="006748BF">
        <w:lastRenderedPageBreak/>
        <w:t>Part 4</w:t>
      </w:r>
      <w:r w:rsidR="00B42D92">
        <w:t xml:space="preserve">: </w:t>
      </w:r>
      <w:r w:rsidR="00884EE7">
        <w:t>Adding Users to Active Directory</w:t>
      </w:r>
    </w:p>
    <w:p w:rsidR="00884EE7" w:rsidRDefault="00884EE7">
      <w:pPr>
        <w:pStyle w:val="BodyText"/>
      </w:pPr>
      <w:r>
        <w:t xml:space="preserve">There are two ways to use your domain controller. The first is to add a computer, which assigns an authentication to a specific client machine. The second is to add a user, which means the user can log in from any client machine and access her files from the server—this is called </w:t>
      </w:r>
      <w:r>
        <w:rPr>
          <w:i/>
          <w:iCs/>
        </w:rPr>
        <w:t>roaming authentication</w:t>
      </w:r>
      <w:r>
        <w:t xml:space="preserve"> and is useful in case a client machine breaks down or users need to switch workstations.</w:t>
      </w:r>
    </w:p>
    <w:p w:rsidR="00D32590" w:rsidRPr="00BD2443" w:rsidRDefault="00D32590" w:rsidP="00BD2443">
      <w:pPr>
        <w:pStyle w:val="H2"/>
      </w:pPr>
      <w:r w:rsidRPr="00BD2443">
        <w:t xml:space="preserve">To </w:t>
      </w:r>
      <w:r w:rsidR="00BD2443">
        <w:t>C</w:t>
      </w:r>
      <w:r w:rsidRPr="00BD2443">
        <w:t xml:space="preserve">reate a </w:t>
      </w:r>
      <w:r w:rsidR="00BD2443">
        <w:t>N</w:t>
      </w:r>
      <w:r w:rsidRPr="00BD2443">
        <w:t xml:space="preserve">ew </w:t>
      </w:r>
      <w:r w:rsidR="0046588D" w:rsidRPr="00BD2443">
        <w:t>Organizational Unit (</w:t>
      </w:r>
      <w:r w:rsidRPr="00BD2443">
        <w:t>OU</w:t>
      </w:r>
      <w:r w:rsidR="0046588D" w:rsidRPr="00BD2443">
        <w:t>)</w:t>
      </w:r>
    </w:p>
    <w:p w:rsidR="00D32590" w:rsidRDefault="00D32590">
      <w:pPr>
        <w:pStyle w:val="BodyText"/>
      </w:pPr>
      <w:r>
        <w:t>To create an organizational unit (OU) in Active Directory</w:t>
      </w:r>
      <w:r w:rsidR="00A573C3">
        <w:t xml:space="preserve"> on a server running Windows Server 2003</w:t>
      </w:r>
      <w:r>
        <w:t>, follow these steps:</w:t>
      </w:r>
    </w:p>
    <w:p w:rsidR="00D32590" w:rsidRDefault="00D32590" w:rsidP="00A731B9">
      <w:pPr>
        <w:pStyle w:val="Numbered"/>
        <w:numPr>
          <w:ilvl w:val="0"/>
          <w:numId w:val="7"/>
        </w:numPr>
      </w:pPr>
      <w:r>
        <w:t xml:space="preserve">Click Start </w:t>
      </w:r>
      <w:r w:rsidR="00BD2443">
        <w:t>&gt;</w:t>
      </w:r>
      <w:r>
        <w:t xml:space="preserve"> Administrative Tools </w:t>
      </w:r>
      <w:r w:rsidR="00BD2443">
        <w:t>&gt;</w:t>
      </w:r>
      <w:r w:rsidRPr="00D32590">
        <w:t xml:space="preserve"> Active Directory Users </w:t>
      </w:r>
      <w:r>
        <w:t>a</w:t>
      </w:r>
      <w:r w:rsidRPr="00D32590">
        <w:t>nd</w:t>
      </w:r>
      <w:r>
        <w:t xml:space="preserve"> </w:t>
      </w:r>
      <w:r w:rsidRPr="00D32590">
        <w:t xml:space="preserve">Computers. </w:t>
      </w:r>
    </w:p>
    <w:p w:rsidR="00D32590" w:rsidRDefault="00D32590" w:rsidP="00A731B9">
      <w:pPr>
        <w:pStyle w:val="Numbered"/>
        <w:numPr>
          <w:ilvl w:val="0"/>
          <w:numId w:val="7"/>
        </w:numPr>
      </w:pPr>
      <w:r>
        <w:t>I</w:t>
      </w:r>
      <w:r w:rsidRPr="00D32590">
        <w:t>n the left</w:t>
      </w:r>
      <w:r>
        <w:t>-hand</w:t>
      </w:r>
      <w:r w:rsidRPr="00D32590">
        <w:t xml:space="preserve"> pane</w:t>
      </w:r>
      <w:r>
        <w:t>,</w:t>
      </w:r>
      <w:r w:rsidRPr="00D32590">
        <w:t xml:space="preserve"> </w:t>
      </w:r>
      <w:r>
        <w:t>r</w:t>
      </w:r>
      <w:r w:rsidRPr="00D32590">
        <w:t xml:space="preserve">ight-click </w:t>
      </w:r>
      <w:r>
        <w:t>your</w:t>
      </w:r>
      <w:r w:rsidRPr="00D32590">
        <w:t xml:space="preserve"> domain</w:t>
      </w:r>
      <w:r>
        <w:t>.</w:t>
      </w:r>
    </w:p>
    <w:p w:rsidR="00D32590" w:rsidRDefault="00D32590" w:rsidP="00A731B9">
      <w:pPr>
        <w:pStyle w:val="Numbered"/>
        <w:numPr>
          <w:ilvl w:val="0"/>
          <w:numId w:val="7"/>
        </w:numPr>
      </w:pPr>
      <w:r>
        <w:t>From the drop-down menu,</w:t>
      </w:r>
      <w:r w:rsidRPr="00D32590">
        <w:t xml:space="preserve"> </w:t>
      </w:r>
      <w:r w:rsidR="00A573C3">
        <w:t>select</w:t>
      </w:r>
      <w:r>
        <w:t xml:space="preserve"> New </w:t>
      </w:r>
      <w:r w:rsidR="00BD2443">
        <w:t xml:space="preserve">&gt; </w:t>
      </w:r>
      <w:r>
        <w:t>Organizational Unit</w:t>
      </w:r>
      <w:r w:rsidRPr="00D32590">
        <w:t xml:space="preserve">. </w:t>
      </w:r>
    </w:p>
    <w:p w:rsidR="00D32590" w:rsidRDefault="00D32590" w:rsidP="00A731B9">
      <w:pPr>
        <w:pStyle w:val="Numbered"/>
        <w:numPr>
          <w:ilvl w:val="0"/>
          <w:numId w:val="7"/>
        </w:numPr>
      </w:pPr>
      <w:r>
        <w:t>Type the name of the new OU that you are creating and c</w:t>
      </w:r>
      <w:r w:rsidRPr="00D32590">
        <w:t>lick</w:t>
      </w:r>
      <w:r>
        <w:t xml:space="preserve"> OK</w:t>
      </w:r>
      <w:r w:rsidRPr="00D32590">
        <w:t>.</w:t>
      </w:r>
    </w:p>
    <w:p w:rsidR="00A573C3" w:rsidRDefault="008C5A17" w:rsidP="00A573C3">
      <w:pPr>
        <w:pStyle w:val="BodyText"/>
      </w:pPr>
      <w:r>
        <w:br/>
      </w:r>
      <w:r w:rsidR="00A573C3">
        <w:t>To create an organizational unit (OU) in Active Directory on a server running Windows Server 2008, follow these steps:</w:t>
      </w:r>
    </w:p>
    <w:p w:rsidR="00A573C3" w:rsidRDefault="00A573C3" w:rsidP="00A731B9">
      <w:pPr>
        <w:pStyle w:val="Numbered"/>
        <w:numPr>
          <w:ilvl w:val="0"/>
          <w:numId w:val="8"/>
        </w:numPr>
      </w:pPr>
      <w:r>
        <w:t xml:space="preserve">Click Start </w:t>
      </w:r>
      <w:r w:rsidR="00BD2443">
        <w:t>&gt;</w:t>
      </w:r>
      <w:r>
        <w:t xml:space="preserve"> Control Panel. Double-click Administrative Tools </w:t>
      </w:r>
      <w:r w:rsidR="00BD2443">
        <w:t>&gt;</w:t>
      </w:r>
      <w:r w:rsidRPr="00D32590">
        <w:t xml:space="preserve"> Active Directory Users </w:t>
      </w:r>
      <w:r>
        <w:t>a</w:t>
      </w:r>
      <w:r w:rsidRPr="00D32590">
        <w:t>nd</w:t>
      </w:r>
      <w:r>
        <w:t xml:space="preserve"> </w:t>
      </w:r>
      <w:r w:rsidRPr="00D32590">
        <w:t xml:space="preserve">Computers. </w:t>
      </w:r>
    </w:p>
    <w:p w:rsidR="00A573C3" w:rsidRDefault="00A573C3" w:rsidP="00A731B9">
      <w:pPr>
        <w:pStyle w:val="Numbered"/>
        <w:numPr>
          <w:ilvl w:val="0"/>
          <w:numId w:val="8"/>
        </w:numPr>
      </w:pPr>
      <w:r>
        <w:t>In the console tree,</w:t>
      </w:r>
      <w:r w:rsidRPr="00D32590">
        <w:t xml:space="preserve"> </w:t>
      </w:r>
      <w:r>
        <w:t>r</w:t>
      </w:r>
      <w:r w:rsidRPr="00D32590">
        <w:t xml:space="preserve">ight-click </w:t>
      </w:r>
      <w:r>
        <w:t>your</w:t>
      </w:r>
      <w:r w:rsidRPr="00D32590">
        <w:t xml:space="preserve"> domain</w:t>
      </w:r>
      <w:r>
        <w:t>.</w:t>
      </w:r>
    </w:p>
    <w:p w:rsidR="00A573C3" w:rsidRDefault="00A573C3" w:rsidP="00A731B9">
      <w:pPr>
        <w:pStyle w:val="Numbered"/>
        <w:numPr>
          <w:ilvl w:val="0"/>
          <w:numId w:val="8"/>
        </w:numPr>
      </w:pPr>
      <w:r>
        <w:t xml:space="preserve">Select New </w:t>
      </w:r>
      <w:r w:rsidR="00BD2443">
        <w:t xml:space="preserve">&gt; </w:t>
      </w:r>
      <w:r>
        <w:t>Organizational Unit</w:t>
      </w:r>
      <w:r w:rsidRPr="00D32590">
        <w:t xml:space="preserve">. </w:t>
      </w:r>
    </w:p>
    <w:p w:rsidR="00A573C3" w:rsidRDefault="00A573C3" w:rsidP="00A731B9">
      <w:pPr>
        <w:pStyle w:val="Numbered"/>
        <w:numPr>
          <w:ilvl w:val="0"/>
          <w:numId w:val="8"/>
        </w:numPr>
      </w:pPr>
      <w:r>
        <w:t>Type the name of the new OU that you are creating and c</w:t>
      </w:r>
      <w:r w:rsidRPr="00D32590">
        <w:t>lick</w:t>
      </w:r>
      <w:r>
        <w:t xml:space="preserve"> OK</w:t>
      </w:r>
      <w:r w:rsidRPr="00D32590">
        <w:t>.</w:t>
      </w:r>
    </w:p>
    <w:p w:rsidR="00884EE7" w:rsidRPr="00D32590" w:rsidRDefault="00884EE7" w:rsidP="00BD2443">
      <w:pPr>
        <w:pStyle w:val="H2"/>
      </w:pPr>
      <w:r w:rsidRPr="00D32590">
        <w:t xml:space="preserve">To </w:t>
      </w:r>
      <w:r w:rsidR="00BD2443">
        <w:t>A</w:t>
      </w:r>
      <w:r w:rsidRPr="00D32590">
        <w:t xml:space="preserve">dd </w:t>
      </w:r>
      <w:r w:rsidR="00BD2443">
        <w:t>U</w:t>
      </w:r>
      <w:r w:rsidRPr="00D32590">
        <w:t xml:space="preserve">sers to </w:t>
      </w:r>
      <w:r w:rsidR="00BD2443">
        <w:t>Y</w:t>
      </w:r>
      <w:r w:rsidRPr="00D32590">
        <w:t xml:space="preserve">our Active Directory </w:t>
      </w:r>
      <w:r w:rsidR="00BD2443">
        <w:t>D</w:t>
      </w:r>
      <w:r w:rsidRPr="00D32590">
        <w:t>atabase</w:t>
      </w:r>
    </w:p>
    <w:p w:rsidR="00884EE7" w:rsidRDefault="00884EE7" w:rsidP="00BD2443">
      <w:pPr>
        <w:pStyle w:val="BodyText"/>
      </w:pPr>
      <w:r>
        <w:t xml:space="preserve">Go to the Windows Start menu and select Administrative Options </w:t>
      </w:r>
      <w:r w:rsidR="00BD2443">
        <w:t xml:space="preserve">&gt; </w:t>
      </w:r>
      <w:r>
        <w:t xml:space="preserve">Server Management </w:t>
      </w:r>
      <w:r w:rsidR="00BD2443">
        <w:t xml:space="preserve">&gt; </w:t>
      </w:r>
      <w:r>
        <w:t xml:space="preserve">Advanced Management </w:t>
      </w:r>
      <w:r w:rsidR="00BD2443">
        <w:t xml:space="preserve">&gt; </w:t>
      </w:r>
      <w:r>
        <w:t>Active Directory Users. Select the Add User Wizard and enter the information on the following page</w:t>
      </w:r>
      <w:r w:rsidR="00BC3395">
        <w:t xml:space="preserve"> of the wizard</w:t>
      </w:r>
      <w:r>
        <w:t>.</w:t>
      </w:r>
    </w:p>
    <w:p w:rsidR="00884EE7" w:rsidRDefault="00884EE7" w:rsidP="008C5A17">
      <w:pPr>
        <w:pStyle w:val="BodyText"/>
      </w:pPr>
      <w:r>
        <w:t xml:space="preserve">Or, select Administrative Options </w:t>
      </w:r>
      <w:r w:rsidR="008C5A17">
        <w:t xml:space="preserve">&gt; </w:t>
      </w:r>
      <w:r>
        <w:t xml:space="preserve">Active Directory Users and Computers. </w:t>
      </w:r>
      <w:proofErr w:type="gramStart"/>
      <w:r>
        <w:t xml:space="preserve">Right-click Users and select New </w:t>
      </w:r>
      <w:r w:rsidR="008C5A17">
        <w:t xml:space="preserve">&gt; </w:t>
      </w:r>
      <w:r>
        <w:t>User.</w:t>
      </w:r>
      <w:proofErr w:type="gramEnd"/>
    </w:p>
    <w:p w:rsidR="00884EE7" w:rsidRDefault="00884EE7" w:rsidP="002F11B5">
      <w:pPr>
        <w:pStyle w:val="BL"/>
      </w:pPr>
      <w:r>
        <w:t xml:space="preserve">First name: </w:t>
      </w:r>
    </w:p>
    <w:p w:rsidR="00884EE7" w:rsidRDefault="00884EE7" w:rsidP="002F11B5">
      <w:pPr>
        <w:pStyle w:val="BL"/>
      </w:pPr>
      <w:r>
        <w:t xml:space="preserve">Last name: </w:t>
      </w:r>
    </w:p>
    <w:p w:rsidR="00884EE7" w:rsidRDefault="00884EE7" w:rsidP="002F11B5">
      <w:pPr>
        <w:pStyle w:val="BL"/>
      </w:pPr>
      <w:r>
        <w:t xml:space="preserve">Logon name: </w:t>
      </w:r>
    </w:p>
    <w:p w:rsidR="00884EE7" w:rsidRDefault="00884EE7" w:rsidP="002F11B5">
      <w:pPr>
        <w:pStyle w:val="Indent"/>
      </w:pPr>
      <w:r>
        <w:t>(The wizard provides templates for different configurations of the first and last name, to determine the logon name.)</w:t>
      </w:r>
    </w:p>
    <w:p w:rsidR="002F11B5" w:rsidRDefault="00884EE7" w:rsidP="002F11B5">
      <w:pPr>
        <w:pStyle w:val="BL"/>
      </w:pPr>
      <w:r>
        <w:t>Telephone number (optional):</w:t>
      </w:r>
      <w:r w:rsidR="00662C7D">
        <w:t xml:space="preserve"> </w:t>
      </w:r>
    </w:p>
    <w:p w:rsidR="00884EE7" w:rsidRDefault="00884EE7" w:rsidP="002F11B5">
      <w:pPr>
        <w:pStyle w:val="BL"/>
      </w:pPr>
      <w:r>
        <w:t xml:space="preserve">Password: </w:t>
      </w:r>
    </w:p>
    <w:p w:rsidR="00884EE7" w:rsidRDefault="00884EE7" w:rsidP="002F11B5">
      <w:pPr>
        <w:pStyle w:val="BL"/>
      </w:pPr>
      <w:r>
        <w:t>Can the user change his or her password? Select Yes or No.</w:t>
      </w:r>
    </w:p>
    <w:p w:rsidR="00884EE7" w:rsidRDefault="00884EE7" w:rsidP="002F11B5">
      <w:pPr>
        <w:pStyle w:val="BL"/>
      </w:pPr>
      <w:r>
        <w:t xml:space="preserve">Type of user:   </w:t>
      </w:r>
    </w:p>
    <w:p w:rsidR="00884EE7" w:rsidRDefault="00884EE7" w:rsidP="002F11B5">
      <w:pPr>
        <w:pStyle w:val="Indent"/>
      </w:pPr>
      <w:r>
        <w:lastRenderedPageBreak/>
        <w:t xml:space="preserve">(The type determines how much control users have over </w:t>
      </w:r>
      <w:proofErr w:type="gramStart"/>
      <w:r>
        <w:t>their own</w:t>
      </w:r>
      <w:proofErr w:type="gramEnd"/>
      <w:r>
        <w:t xml:space="preserve"> settings and network management.)</w:t>
      </w:r>
    </w:p>
    <w:p w:rsidR="000528D3" w:rsidRDefault="000528D3" w:rsidP="00012A86">
      <w:pPr>
        <w:pStyle w:val="H2"/>
      </w:pPr>
      <w:r>
        <w:t>Notes and Troubleshooting</w:t>
      </w:r>
    </w:p>
    <w:p w:rsidR="0046588D" w:rsidRDefault="00A573C3" w:rsidP="00A573C3">
      <w:r>
        <w:t>Note any issues or problems you encountered while restricting access, and explain how you solved the problem. This information can be very helpful the next time you deal with Active Directory. (Remember, you may need to do this for your culminating project.</w:t>
      </w:r>
      <w:r w:rsidR="0046588D">
        <w:t>)</w:t>
      </w:r>
      <w:r w:rsidR="0046588D">
        <w:br/>
      </w:r>
      <w:r w:rsidR="0046588D">
        <w:br/>
      </w:r>
      <w:r w:rsidR="0046588D">
        <w:br/>
      </w:r>
      <w:r w:rsidR="0046588D">
        <w:br/>
      </w:r>
      <w:r w:rsidR="0046588D">
        <w:br/>
      </w:r>
    </w:p>
    <w:p w:rsidR="0046588D" w:rsidRDefault="0046588D" w:rsidP="00A573C3"/>
    <w:p w:rsidR="00A573C3" w:rsidRPr="001347BB" w:rsidRDefault="0046588D" w:rsidP="00A573C3">
      <w:r>
        <w:br/>
      </w:r>
    </w:p>
    <w:p w:rsidR="00884EE7" w:rsidRDefault="00A573C3" w:rsidP="00D32590">
      <w:pPr>
        <w:pStyle w:val="H1"/>
      </w:pPr>
      <w:r>
        <w:t>P</w:t>
      </w:r>
      <w:r w:rsidR="00F63DBC">
        <w:t xml:space="preserve">art 5: </w:t>
      </w:r>
      <w:r w:rsidR="00884EE7">
        <w:t>User Groups and Restrictions</w:t>
      </w:r>
    </w:p>
    <w:p w:rsidR="00884EE7" w:rsidRDefault="00884EE7" w:rsidP="006A1259">
      <w:pPr>
        <w:pStyle w:val="BodyText"/>
      </w:pPr>
      <w:r>
        <w:t xml:space="preserve">In most companies, users are restricted from accessing information they don’t need to know. This helps reduce unneeded network traffic and makes the network more secure. </w:t>
      </w:r>
      <w:r w:rsidR="006A1259">
        <w:t xml:space="preserve">When </w:t>
      </w:r>
      <w:r>
        <w:t xml:space="preserve">users </w:t>
      </w:r>
      <w:r w:rsidR="006A1259">
        <w:t xml:space="preserve">are prevented </w:t>
      </w:r>
      <w:r>
        <w:t>from seeing files they shouldn’t, the information can be kept confidential. By restricting what users can do on the network, administrators can prevent users from messing up network settings or accidentally downloading viruses or malware that could harm the computers.</w:t>
      </w:r>
    </w:p>
    <w:p w:rsidR="00884EE7" w:rsidRDefault="00884EE7" w:rsidP="006A1259">
      <w:pPr>
        <w:pStyle w:val="H2"/>
      </w:pPr>
      <w:r>
        <w:t>Restricting User Times or Days</w:t>
      </w:r>
    </w:p>
    <w:p w:rsidR="00884EE7" w:rsidRDefault="00884EE7">
      <w:pPr>
        <w:pStyle w:val="BodyText"/>
      </w:pPr>
      <w:r>
        <w:t>Administrators might want to prevent employees from coming to the office on weekends or after hours, when they could mess with the network or download files without permission from the company.</w:t>
      </w:r>
    </w:p>
    <w:p w:rsidR="00884EE7" w:rsidRDefault="00884EE7" w:rsidP="006A1259">
      <w:pPr>
        <w:pStyle w:val="BodyText"/>
      </w:pPr>
      <w:r>
        <w:t xml:space="preserve">Record </w:t>
      </w:r>
      <w:r w:rsidR="006A1259">
        <w:t xml:space="preserve">which </w:t>
      </w:r>
      <w:r>
        <w:t>user profile has been restricted here, and explain the restrictions made on the account:</w:t>
      </w:r>
    </w:p>
    <w:p w:rsidR="00884EE7" w:rsidRDefault="00884EE7">
      <w:pPr>
        <w:pStyle w:val="BodyText"/>
      </w:pPr>
    </w:p>
    <w:p w:rsidR="00884EE7" w:rsidRDefault="00884EE7" w:rsidP="002F11B5">
      <w:pPr>
        <w:pStyle w:val="BL"/>
      </w:pPr>
      <w:r>
        <w:t xml:space="preserve">User:  </w:t>
      </w:r>
    </w:p>
    <w:p w:rsidR="00884EE7" w:rsidRDefault="00884EE7" w:rsidP="002F11B5">
      <w:pPr>
        <w:pStyle w:val="BodyText"/>
      </w:pPr>
    </w:p>
    <w:p w:rsidR="006879DF" w:rsidRDefault="00884EE7" w:rsidP="002F11B5">
      <w:pPr>
        <w:pStyle w:val="BL"/>
      </w:pPr>
      <w:r>
        <w:t xml:space="preserve">Restriction:  </w:t>
      </w:r>
    </w:p>
    <w:p w:rsidR="006879DF" w:rsidRDefault="006879DF" w:rsidP="006879DF">
      <w:pPr>
        <w:pStyle w:val="BodyText"/>
      </w:pPr>
    </w:p>
    <w:p w:rsidR="0046588D" w:rsidRDefault="0046588D" w:rsidP="006879DF">
      <w:pPr>
        <w:pStyle w:val="BodyText"/>
      </w:pPr>
    </w:p>
    <w:p w:rsidR="00F63DBC" w:rsidRDefault="00F63DBC" w:rsidP="00012A86">
      <w:pPr>
        <w:pStyle w:val="H2"/>
      </w:pPr>
      <w:r>
        <w:t>Notes and Troubleshooting</w:t>
      </w:r>
    </w:p>
    <w:p w:rsidR="00F63DBC" w:rsidRDefault="00F63DBC" w:rsidP="00F63DBC">
      <w:pPr>
        <w:pStyle w:val="BodyText"/>
      </w:pPr>
      <w:r>
        <w:t>Note any issues or problems you encountered while restricting access, and explain how you solved the problem. This information can be very helpful the next time you deal with Active Directory. (Remember, you may need to do this for your culminating project.)</w:t>
      </w:r>
    </w:p>
    <w:p w:rsidR="001D6B46" w:rsidRDefault="001D6B46" w:rsidP="00094E98">
      <w:pPr>
        <w:pStyle w:val="H3"/>
      </w:pPr>
    </w:p>
    <w:p w:rsidR="0046588D" w:rsidRDefault="0046588D" w:rsidP="0046588D">
      <w:pPr>
        <w:pStyle w:val="BodyText"/>
      </w:pPr>
    </w:p>
    <w:p w:rsidR="0046588D" w:rsidRDefault="0046588D" w:rsidP="0046588D">
      <w:pPr>
        <w:pStyle w:val="BodyText"/>
      </w:pPr>
    </w:p>
    <w:p w:rsidR="0046588D" w:rsidRPr="0046588D" w:rsidRDefault="0046588D" w:rsidP="0046588D">
      <w:pPr>
        <w:pStyle w:val="BodyText"/>
      </w:pPr>
    </w:p>
    <w:p w:rsidR="00C17EE5" w:rsidRDefault="00C17EE5" w:rsidP="006A1259">
      <w:pPr>
        <w:pStyle w:val="H3"/>
      </w:pPr>
      <w:r>
        <w:lastRenderedPageBreak/>
        <w:t>Make sure that your workbook and your network configuration meet or exceed the following assessment criteria:</w:t>
      </w:r>
    </w:p>
    <w:p w:rsidR="00C17EE5" w:rsidRPr="00DE5D69" w:rsidRDefault="00C17EE5" w:rsidP="00A731B9">
      <w:pPr>
        <w:pStyle w:val="CrieriaTablelist"/>
        <w:numPr>
          <w:ilvl w:val="0"/>
          <w:numId w:val="3"/>
        </w:numPr>
        <w:rPr>
          <w:color w:val="auto"/>
        </w:rPr>
      </w:pPr>
      <w:r>
        <w:t>All sections of the workbook are completed, and the information is accurate.</w:t>
      </w:r>
    </w:p>
    <w:p w:rsidR="00C17EE5" w:rsidRPr="005E4061" w:rsidRDefault="00C17EE5" w:rsidP="00A731B9">
      <w:pPr>
        <w:pStyle w:val="CrieriaTablelist"/>
        <w:numPr>
          <w:ilvl w:val="0"/>
          <w:numId w:val="3"/>
        </w:numPr>
        <w:rPr>
          <w:color w:val="auto"/>
        </w:rPr>
      </w:pPr>
      <w:r>
        <w:t>The workbook provides a clear record of the problems you encountered and explains how you attempted to resolve them.</w:t>
      </w:r>
    </w:p>
    <w:p w:rsidR="001D6B46" w:rsidRPr="001D6B46" w:rsidRDefault="00C17EE5" w:rsidP="00A731B9">
      <w:pPr>
        <w:pStyle w:val="CrieriaTablelist"/>
        <w:numPr>
          <w:ilvl w:val="0"/>
          <w:numId w:val="3"/>
        </w:numPr>
      </w:pPr>
      <w:r w:rsidRPr="001347BB">
        <w:t>Your network functions effectively.</w:t>
      </w:r>
    </w:p>
    <w:p w:rsidR="00884EE7" w:rsidRDefault="00C17EE5" w:rsidP="00A731B9">
      <w:pPr>
        <w:pStyle w:val="CrieriaTablelist"/>
        <w:numPr>
          <w:ilvl w:val="0"/>
          <w:numId w:val="3"/>
        </w:numPr>
      </w:pPr>
      <w:r w:rsidRPr="001D6B46">
        <w:t>The workbook is neat and uses proper spelling and grammar.</w:t>
      </w:r>
    </w:p>
    <w:sectPr w:rsidR="00884EE7" w:rsidSect="00AF33DE">
      <w:headerReference w:type="default" r:id="rId12"/>
      <w:footerReference w:type="defaul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1B9" w:rsidRDefault="00A731B9">
      <w:r>
        <w:separator/>
      </w:r>
    </w:p>
  </w:endnote>
  <w:endnote w:type="continuationSeparator" w:id="0">
    <w:p w:rsidR="00A731B9" w:rsidRDefault="00A731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MS">
    <w:altName w:val="Arial"/>
    <w:panose1 w:val="00000000000000000000"/>
    <w:charset w:val="4D"/>
    <w:family w:val="swiss"/>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7DE" w:rsidRDefault="002477DE" w:rsidP="00662FFF">
    <w:pPr>
      <w:pStyle w:val="Footer"/>
    </w:pPr>
    <w:r>
      <w:rPr>
        <w:szCs w:val="16"/>
      </w:rPr>
      <w:t>Copyright © 2008</w:t>
    </w:r>
    <w:r>
      <w:rPr>
        <w:rFonts w:cs="Arial"/>
        <w:szCs w:val="16"/>
      </w:rPr>
      <w:t>–</w:t>
    </w:r>
    <w:r>
      <w:rPr>
        <w:szCs w:val="16"/>
      </w:rPr>
      <w:t>201</w:t>
    </w:r>
    <w:r w:rsidR="00D02E5B">
      <w:rPr>
        <w:szCs w:val="16"/>
      </w:rPr>
      <w:t>2</w:t>
    </w:r>
    <w:r>
      <w:rPr>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7DE" w:rsidRDefault="002477DE" w:rsidP="00662FFF">
    <w:pPr>
      <w:pStyle w:val="Footer"/>
    </w:pPr>
    <w:r>
      <w:rPr>
        <w:szCs w:val="16"/>
      </w:rPr>
      <w:t>Copyright © 2008</w:t>
    </w:r>
    <w:r>
      <w:rPr>
        <w:rFonts w:cs="Arial"/>
        <w:szCs w:val="16"/>
      </w:rPr>
      <w:t>–</w:t>
    </w:r>
    <w:r>
      <w:rPr>
        <w:szCs w:val="16"/>
      </w:rPr>
      <w:t>201</w:t>
    </w:r>
    <w:r w:rsidR="00D02E5B">
      <w:rPr>
        <w:szCs w:val="16"/>
      </w:rPr>
      <w:t>2</w:t>
    </w:r>
    <w:r>
      <w:rPr>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1B9" w:rsidRDefault="00A731B9">
      <w:r>
        <w:separator/>
      </w:r>
    </w:p>
  </w:footnote>
  <w:footnote w:type="continuationSeparator" w:id="0">
    <w:p w:rsidR="00A731B9" w:rsidRDefault="00A731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7DE" w:rsidRDefault="002477DE" w:rsidP="00012A86">
    <w:pPr>
      <w:pStyle w:val="Headers"/>
    </w:pPr>
    <w:r>
      <w:rPr>
        <w:b/>
      </w:rPr>
      <w:t>AOIT Computer Networking</w:t>
    </w:r>
  </w:p>
  <w:p w:rsidR="002477DE" w:rsidRDefault="002477DE" w:rsidP="00012A86">
    <w:pPr>
      <w:pStyle w:val="Headers"/>
      <w:rPr>
        <w:rFonts w:cs="Courier New"/>
        <w:color w:val="000000"/>
        <w:szCs w:val="20"/>
      </w:rPr>
    </w:pPr>
    <w:r>
      <w:rPr>
        <w:b/>
      </w:rPr>
      <w:t xml:space="preserve">Lesson 10 </w:t>
    </w:r>
    <w:r>
      <w:t>Implementing a Client/Server Network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78604976"/>
    <w:multiLevelType w:val="hybridMultilevel"/>
    <w:tmpl w:val="F0D4BFF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num>
  <w:num w:numId="2">
    <w:abstractNumId w:val="1"/>
  </w:num>
  <w:num w:numId="3">
    <w:abstractNumId w:val="3"/>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20"/>
  <w:displayHorizontalDrawingGridEvery w:val="2"/>
  <w:characterSpacingControl w:val="doNotCompress"/>
  <w:hdrShapeDefaults>
    <o:shapedefaults v:ext="edit" spidmax="921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2819"/>
    <w:rsid w:val="000000DC"/>
    <w:rsid w:val="00012A86"/>
    <w:rsid w:val="000528D3"/>
    <w:rsid w:val="00074D97"/>
    <w:rsid w:val="000844F9"/>
    <w:rsid w:val="00094E98"/>
    <w:rsid w:val="000B3BAD"/>
    <w:rsid w:val="000B75FC"/>
    <w:rsid w:val="000C06BE"/>
    <w:rsid w:val="000F2D36"/>
    <w:rsid w:val="001002F6"/>
    <w:rsid w:val="001347BB"/>
    <w:rsid w:val="00146F61"/>
    <w:rsid w:val="001B07F1"/>
    <w:rsid w:val="001D6B46"/>
    <w:rsid w:val="001F7676"/>
    <w:rsid w:val="00242D03"/>
    <w:rsid w:val="002477DE"/>
    <w:rsid w:val="00257AD5"/>
    <w:rsid w:val="0028032E"/>
    <w:rsid w:val="002942FD"/>
    <w:rsid w:val="002B4A43"/>
    <w:rsid w:val="002C5EB0"/>
    <w:rsid w:val="002F11B5"/>
    <w:rsid w:val="0030169D"/>
    <w:rsid w:val="00302A6B"/>
    <w:rsid w:val="0033198B"/>
    <w:rsid w:val="00345919"/>
    <w:rsid w:val="00371F76"/>
    <w:rsid w:val="00372399"/>
    <w:rsid w:val="0037793A"/>
    <w:rsid w:val="00395556"/>
    <w:rsid w:val="003A1B54"/>
    <w:rsid w:val="003D2C7C"/>
    <w:rsid w:val="004506E0"/>
    <w:rsid w:val="00463C51"/>
    <w:rsid w:val="0046588D"/>
    <w:rsid w:val="004935F0"/>
    <w:rsid w:val="004A6B1E"/>
    <w:rsid w:val="004C0A9E"/>
    <w:rsid w:val="004C26A8"/>
    <w:rsid w:val="004E4C7C"/>
    <w:rsid w:val="004F6B1E"/>
    <w:rsid w:val="00505590"/>
    <w:rsid w:val="00543AEC"/>
    <w:rsid w:val="00562DAD"/>
    <w:rsid w:val="00592819"/>
    <w:rsid w:val="005938CB"/>
    <w:rsid w:val="005A02D9"/>
    <w:rsid w:val="005E1D58"/>
    <w:rsid w:val="005E4061"/>
    <w:rsid w:val="00606B7D"/>
    <w:rsid w:val="00620637"/>
    <w:rsid w:val="006234D8"/>
    <w:rsid w:val="00653BF5"/>
    <w:rsid w:val="006614C0"/>
    <w:rsid w:val="00662C7D"/>
    <w:rsid w:val="00662FFF"/>
    <w:rsid w:val="006637D8"/>
    <w:rsid w:val="00663826"/>
    <w:rsid w:val="006748BF"/>
    <w:rsid w:val="006879DF"/>
    <w:rsid w:val="006A1259"/>
    <w:rsid w:val="006C5BD9"/>
    <w:rsid w:val="006E48FC"/>
    <w:rsid w:val="006F13B9"/>
    <w:rsid w:val="006F7645"/>
    <w:rsid w:val="00753589"/>
    <w:rsid w:val="007570FD"/>
    <w:rsid w:val="007756F8"/>
    <w:rsid w:val="00782FEC"/>
    <w:rsid w:val="007A7E5D"/>
    <w:rsid w:val="007B62C1"/>
    <w:rsid w:val="0080703F"/>
    <w:rsid w:val="008123B7"/>
    <w:rsid w:val="00884EE7"/>
    <w:rsid w:val="008B0028"/>
    <w:rsid w:val="008C5A17"/>
    <w:rsid w:val="008F4946"/>
    <w:rsid w:val="008F79C5"/>
    <w:rsid w:val="00926E91"/>
    <w:rsid w:val="00933931"/>
    <w:rsid w:val="009A4206"/>
    <w:rsid w:val="009B5A68"/>
    <w:rsid w:val="009F58D7"/>
    <w:rsid w:val="00A023D8"/>
    <w:rsid w:val="00A06666"/>
    <w:rsid w:val="00A33110"/>
    <w:rsid w:val="00A43E28"/>
    <w:rsid w:val="00A573C3"/>
    <w:rsid w:val="00A731B9"/>
    <w:rsid w:val="00AA4D4A"/>
    <w:rsid w:val="00AB0A0D"/>
    <w:rsid w:val="00AE0C61"/>
    <w:rsid w:val="00AF33DE"/>
    <w:rsid w:val="00AF6E0C"/>
    <w:rsid w:val="00B23F26"/>
    <w:rsid w:val="00B32C90"/>
    <w:rsid w:val="00B42D92"/>
    <w:rsid w:val="00B46BC1"/>
    <w:rsid w:val="00B8052C"/>
    <w:rsid w:val="00BA4851"/>
    <w:rsid w:val="00BB16C8"/>
    <w:rsid w:val="00BC3395"/>
    <w:rsid w:val="00BD2443"/>
    <w:rsid w:val="00BD25D3"/>
    <w:rsid w:val="00C06D51"/>
    <w:rsid w:val="00C17EE5"/>
    <w:rsid w:val="00C241B4"/>
    <w:rsid w:val="00C4208D"/>
    <w:rsid w:val="00C51676"/>
    <w:rsid w:val="00C5277F"/>
    <w:rsid w:val="00C666B0"/>
    <w:rsid w:val="00CA0305"/>
    <w:rsid w:val="00CA5334"/>
    <w:rsid w:val="00CD51E7"/>
    <w:rsid w:val="00CF1DBB"/>
    <w:rsid w:val="00D02E5B"/>
    <w:rsid w:val="00D130AE"/>
    <w:rsid w:val="00D32590"/>
    <w:rsid w:val="00D5099C"/>
    <w:rsid w:val="00D53E05"/>
    <w:rsid w:val="00D579EE"/>
    <w:rsid w:val="00D65A31"/>
    <w:rsid w:val="00D70221"/>
    <w:rsid w:val="00D75461"/>
    <w:rsid w:val="00D83146"/>
    <w:rsid w:val="00D84668"/>
    <w:rsid w:val="00DE5D69"/>
    <w:rsid w:val="00DE7F4F"/>
    <w:rsid w:val="00DF5FE8"/>
    <w:rsid w:val="00E14FF4"/>
    <w:rsid w:val="00E4206E"/>
    <w:rsid w:val="00E4753C"/>
    <w:rsid w:val="00EF28A2"/>
    <w:rsid w:val="00F02CB2"/>
    <w:rsid w:val="00F05030"/>
    <w:rsid w:val="00F56DFE"/>
    <w:rsid w:val="00F6113A"/>
    <w:rsid w:val="00F63DBC"/>
    <w:rsid w:val="00F738C8"/>
    <w:rsid w:val="00F875C6"/>
    <w:rsid w:val="00F87646"/>
    <w:rsid w:val="00F940DF"/>
    <w:rsid w:val="00F9584A"/>
    <w:rsid w:val="00FB17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AE0C61"/>
    <w:pPr>
      <w:spacing w:after="120" w:line="240" w:lineRule="atLeast"/>
    </w:pPr>
    <w:rPr>
      <w:rFonts w:ascii="Arial" w:hAnsi="Arial"/>
      <w:szCs w:val="24"/>
    </w:rPr>
  </w:style>
  <w:style w:type="paragraph" w:styleId="Heading1">
    <w:name w:val="heading 1"/>
    <w:basedOn w:val="Normal"/>
    <w:next w:val="Normal"/>
    <w:qFormat/>
    <w:rsid w:val="00AE0C61"/>
    <w:pPr>
      <w:keepNext/>
      <w:spacing w:before="240" w:after="60"/>
      <w:outlineLvl w:val="0"/>
    </w:pPr>
    <w:rPr>
      <w:rFonts w:cs="Arial"/>
      <w:b/>
      <w:bCs/>
      <w:kern w:val="32"/>
      <w:sz w:val="32"/>
      <w:szCs w:val="32"/>
    </w:rPr>
  </w:style>
  <w:style w:type="paragraph" w:styleId="Heading2">
    <w:name w:val="heading 2"/>
    <w:basedOn w:val="Normal"/>
    <w:next w:val="Normal"/>
    <w:qFormat/>
    <w:rsid w:val="00AF33DE"/>
    <w:pPr>
      <w:keepNext/>
      <w:spacing w:before="240" w:after="60"/>
      <w:outlineLvl w:val="1"/>
    </w:pPr>
    <w:rPr>
      <w:b/>
      <w:i/>
      <w:sz w:val="28"/>
      <w:szCs w:val="28"/>
    </w:rPr>
  </w:style>
  <w:style w:type="paragraph" w:styleId="Heading3">
    <w:name w:val="heading 3"/>
    <w:basedOn w:val="Normal"/>
    <w:next w:val="Normal"/>
    <w:qFormat/>
    <w:rsid w:val="00AF33DE"/>
    <w:pPr>
      <w:keepNext/>
      <w:spacing w:before="240" w:after="60"/>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AE0C61"/>
  </w:style>
  <w:style w:type="character" w:customStyle="1" w:styleId="BodyTextChar">
    <w:name w:val="Body Text Char"/>
    <w:basedOn w:val="DefaultParagraphFont"/>
    <w:link w:val="BodyText"/>
    <w:rsid w:val="00AE0C61"/>
    <w:rPr>
      <w:rFonts w:ascii="Arial" w:hAnsi="Arial"/>
      <w:szCs w:val="24"/>
    </w:rPr>
  </w:style>
  <w:style w:type="paragraph" w:customStyle="1" w:styleId="TableHeadings">
    <w:name w:val="Table Headings"/>
    <w:basedOn w:val="Normal"/>
    <w:autoRedefine/>
    <w:rsid w:val="00AE0C61"/>
    <w:pPr>
      <w:tabs>
        <w:tab w:val="left" w:pos="360"/>
        <w:tab w:val="left" w:pos="720"/>
      </w:tabs>
      <w:spacing w:before="120"/>
    </w:pPr>
    <w:rPr>
      <w:b/>
      <w:color w:val="FFFFFF"/>
      <w:szCs w:val="20"/>
    </w:rPr>
  </w:style>
  <w:style w:type="paragraph" w:customStyle="1" w:styleId="Tabletext-white">
    <w:name w:val="Table text - white"/>
    <w:basedOn w:val="TableText"/>
    <w:rsid w:val="00AE0C61"/>
    <w:rPr>
      <w:color w:val="FFFFFF"/>
    </w:rPr>
  </w:style>
  <w:style w:type="paragraph" w:customStyle="1" w:styleId="TableText">
    <w:name w:val="Table Text"/>
    <w:basedOn w:val="Normal"/>
    <w:autoRedefine/>
    <w:rsid w:val="00AE0C61"/>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AE0C61"/>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AE0C61"/>
    <w:pPr>
      <w:numPr>
        <w:numId w:val="1"/>
      </w:numPr>
      <w:spacing w:before="240" w:after="0"/>
    </w:pPr>
  </w:style>
  <w:style w:type="paragraph" w:customStyle="1" w:styleId="ResourceNo">
    <w:name w:val="ResourceNo"/>
    <w:basedOn w:val="Normal"/>
    <w:next w:val="ResourceTitle"/>
    <w:link w:val="ResourceNoChar"/>
    <w:autoRedefine/>
    <w:rsid w:val="00AE0C61"/>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AE0C61"/>
    <w:rPr>
      <w:rFonts w:ascii="Arial" w:hAnsi="Arial" w:cs="AvenirLT-Heavy"/>
      <w:b/>
      <w:color w:val="27448B"/>
      <w:szCs w:val="44"/>
    </w:rPr>
  </w:style>
  <w:style w:type="paragraph" w:customStyle="1" w:styleId="Tabletextcolumnheadings">
    <w:name w:val="Table text column headings"/>
    <w:basedOn w:val="Normal"/>
    <w:rsid w:val="00AE0C61"/>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AE0C61"/>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AE0C61"/>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AE0C61"/>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character" w:customStyle="1" w:styleId="CharChar1">
    <w:name w:val="Char Char1"/>
    <w:uiPriority w:val="99"/>
    <w:rsid w:val="009A4206"/>
    <w:rPr>
      <w:rFonts w:ascii="Arial" w:hAnsi="Arial"/>
      <w:szCs w:val="24"/>
    </w:rPr>
  </w:style>
  <w:style w:type="paragraph" w:customStyle="1" w:styleId="ResourceTitle">
    <w:name w:val="Resource Title"/>
    <w:basedOn w:val="Normal"/>
    <w:next w:val="Instructions"/>
    <w:autoRedefine/>
    <w:rsid w:val="00AE0C61"/>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AE0C61"/>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AE0C61"/>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AE0C61"/>
    <w:rPr>
      <w:rFonts w:ascii="Tahoma" w:hAnsi="Tahoma" w:cs="Tahoma"/>
      <w:sz w:val="16"/>
      <w:szCs w:val="16"/>
    </w:rPr>
  </w:style>
  <w:style w:type="character" w:styleId="Hyperlink">
    <w:name w:val="Hyperlink"/>
    <w:basedOn w:val="DefaultParagraphFont"/>
    <w:rsid w:val="00AE0C61"/>
    <w:rPr>
      <w:rFonts w:cs="Times New Roman"/>
      <w:color w:val="0000FF"/>
      <w:u w:val="single"/>
    </w:rPr>
  </w:style>
  <w:style w:type="paragraph" w:customStyle="1" w:styleId="CourseName">
    <w:name w:val="Course Name"/>
    <w:basedOn w:val="Normal"/>
    <w:next w:val="LessonNo"/>
    <w:autoRedefine/>
    <w:rsid w:val="00AE0C61"/>
    <w:pPr>
      <w:spacing w:line="240" w:lineRule="auto"/>
      <w:jc w:val="center"/>
    </w:pPr>
    <w:rPr>
      <w:rFonts w:cs="Arial"/>
      <w:color w:val="000080"/>
      <w:sz w:val="36"/>
      <w:szCs w:val="36"/>
    </w:rPr>
  </w:style>
  <w:style w:type="paragraph" w:styleId="CommentText">
    <w:name w:val="annotation text"/>
    <w:basedOn w:val="Normal"/>
    <w:link w:val="CommentTextChar"/>
    <w:semiHidden/>
    <w:rsid w:val="00AE0C61"/>
    <w:pPr>
      <w:ind w:left="576" w:hanging="576"/>
    </w:pPr>
  </w:style>
  <w:style w:type="paragraph" w:customStyle="1" w:styleId="Resources">
    <w:name w:val="Resources"/>
    <w:basedOn w:val="Normal"/>
    <w:autoRedefine/>
    <w:rsid w:val="00AE0C61"/>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AE0C61"/>
    <w:pPr>
      <w:tabs>
        <w:tab w:val="center" w:pos="4320"/>
        <w:tab w:val="right" w:pos="8640"/>
      </w:tabs>
    </w:pPr>
  </w:style>
  <w:style w:type="paragraph" w:styleId="Footer">
    <w:name w:val="footer"/>
    <w:basedOn w:val="Normal"/>
    <w:rsid w:val="00AE0C61"/>
    <w:pPr>
      <w:tabs>
        <w:tab w:val="center" w:pos="4320"/>
        <w:tab w:val="right" w:pos="8640"/>
      </w:tabs>
    </w:pPr>
    <w:rPr>
      <w:sz w:val="16"/>
    </w:rPr>
  </w:style>
  <w:style w:type="paragraph" w:styleId="z-BottomofForm">
    <w:name w:val="HTML Bottom of Form"/>
    <w:basedOn w:val="Normal"/>
    <w:next w:val="Normal"/>
    <w:hidden/>
    <w:rsid w:val="00AF33DE"/>
    <w:pPr>
      <w:pBdr>
        <w:top w:val="single" w:sz="6" w:space="1" w:color="000000"/>
      </w:pBdr>
      <w:spacing w:before="100" w:after="100"/>
      <w:jc w:val="center"/>
    </w:pPr>
    <w:rPr>
      <w:vanish/>
      <w:sz w:val="16"/>
      <w:szCs w:val="16"/>
    </w:rPr>
  </w:style>
  <w:style w:type="paragraph" w:styleId="z-TopofForm">
    <w:name w:val="HTML Top of Form"/>
    <w:basedOn w:val="Normal"/>
    <w:next w:val="Normal"/>
    <w:hidden/>
    <w:rsid w:val="00AF33DE"/>
    <w:pPr>
      <w:pBdr>
        <w:bottom w:val="single" w:sz="6" w:space="1" w:color="000000"/>
      </w:pBdr>
      <w:spacing w:before="100" w:after="100"/>
      <w:jc w:val="center"/>
    </w:pPr>
    <w:rPr>
      <w:vanish/>
      <w:sz w:val="16"/>
      <w:szCs w:val="16"/>
    </w:rPr>
  </w:style>
  <w:style w:type="character" w:styleId="CommentReference">
    <w:name w:val="annotation reference"/>
    <w:basedOn w:val="DefaultParagraphFont"/>
    <w:rsid w:val="00AE0C61"/>
    <w:rPr>
      <w:sz w:val="16"/>
      <w:szCs w:val="16"/>
    </w:rPr>
  </w:style>
  <w:style w:type="paragraph" w:styleId="CommentSubject">
    <w:name w:val="annotation subject"/>
    <w:basedOn w:val="CommentText"/>
    <w:next w:val="CommentText"/>
    <w:link w:val="CommentSubjectChar"/>
    <w:rsid w:val="00AE0C61"/>
    <w:pPr>
      <w:spacing w:line="240" w:lineRule="auto"/>
      <w:ind w:left="0" w:firstLine="0"/>
    </w:pPr>
    <w:rPr>
      <w:b/>
      <w:bCs/>
      <w:szCs w:val="20"/>
    </w:rPr>
  </w:style>
  <w:style w:type="paragraph" w:customStyle="1" w:styleId="CrieriaTablelist">
    <w:name w:val="Crieria Table list"/>
    <w:basedOn w:val="BodyText"/>
    <w:autoRedefine/>
    <w:rsid w:val="00AE0C61"/>
    <w:pPr>
      <w:tabs>
        <w:tab w:val="left" w:pos="1080"/>
      </w:tabs>
      <w:suppressAutoHyphens/>
      <w:autoSpaceDE w:val="0"/>
      <w:autoSpaceDN w:val="0"/>
      <w:adjustRightInd w:val="0"/>
      <w:spacing w:before="120" w:line="240" w:lineRule="auto"/>
      <w:textAlignment w:val="center"/>
    </w:pPr>
    <w:rPr>
      <w:color w:val="000000"/>
    </w:rPr>
  </w:style>
  <w:style w:type="table" w:styleId="TableGrid">
    <w:name w:val="Table Grid"/>
    <w:basedOn w:val="TableNormal"/>
    <w:rsid w:val="00AE0C61"/>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s">
    <w:name w:val="Headers"/>
    <w:basedOn w:val="Normal"/>
    <w:autoRedefine/>
    <w:rsid w:val="00AE0C61"/>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AE0C61"/>
    <w:rPr>
      <w:rFonts w:cs="Times New Roman"/>
    </w:rPr>
  </w:style>
  <w:style w:type="paragraph" w:customStyle="1" w:styleId="Tabletextcolumnheading">
    <w:name w:val="Table text column heading"/>
    <w:basedOn w:val="Tabletextcolumnheadings"/>
    <w:autoRedefine/>
    <w:rsid w:val="00AE0C61"/>
    <w:pPr>
      <w:spacing w:line="240" w:lineRule="auto"/>
    </w:pPr>
    <w:rPr>
      <w:rFonts w:cs="Times New Roman"/>
    </w:rPr>
  </w:style>
  <w:style w:type="paragraph" w:customStyle="1" w:styleId="Indent">
    <w:name w:val="Indent"/>
    <w:basedOn w:val="Numbered"/>
    <w:autoRedefine/>
    <w:rsid w:val="00AE0C61"/>
    <w:pPr>
      <w:numPr>
        <w:numId w:val="0"/>
      </w:numPr>
      <w:spacing w:before="120" w:after="120"/>
      <w:ind w:left="648"/>
    </w:pPr>
  </w:style>
  <w:style w:type="paragraph" w:customStyle="1" w:styleId="H2">
    <w:name w:val="H2"/>
    <w:basedOn w:val="Normal"/>
    <w:next w:val="Normal"/>
    <w:autoRedefine/>
    <w:rsid w:val="00AE0C61"/>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AE0C61"/>
    <w:pPr>
      <w:spacing w:before="120"/>
    </w:pPr>
    <w:rPr>
      <w:b w:val="0"/>
      <w:sz w:val="24"/>
    </w:rPr>
  </w:style>
  <w:style w:type="paragraph" w:customStyle="1" w:styleId="code">
    <w:name w:val="code"/>
    <w:basedOn w:val="BodyText"/>
    <w:autoRedefine/>
    <w:rsid w:val="00AE0C61"/>
    <w:pPr>
      <w:spacing w:after="0"/>
      <w:ind w:left="274"/>
    </w:pPr>
    <w:rPr>
      <w:rFonts w:ascii="Courier" w:hAnsi="Courier"/>
    </w:rPr>
  </w:style>
  <w:style w:type="paragraph" w:customStyle="1" w:styleId="codeindent1">
    <w:name w:val="code indent 1"/>
    <w:basedOn w:val="code"/>
    <w:rsid w:val="00AE0C61"/>
    <w:pPr>
      <w:ind w:left="720"/>
    </w:pPr>
  </w:style>
  <w:style w:type="paragraph" w:customStyle="1" w:styleId="codeindent2">
    <w:name w:val="code indent 2"/>
    <w:basedOn w:val="code"/>
    <w:rsid w:val="00AE0C61"/>
    <w:pPr>
      <w:ind w:left="1440"/>
    </w:pPr>
  </w:style>
  <w:style w:type="character" w:customStyle="1" w:styleId="codechar">
    <w:name w:val="code char"/>
    <w:basedOn w:val="DefaultParagraphFont"/>
    <w:rsid w:val="00AE0C61"/>
    <w:rPr>
      <w:rFonts w:ascii="Courier" w:hAnsi="Courier"/>
      <w:sz w:val="20"/>
    </w:rPr>
  </w:style>
  <w:style w:type="paragraph" w:customStyle="1" w:styleId="Style1">
    <w:name w:val="Style1"/>
    <w:basedOn w:val="TableHeadings"/>
    <w:rsid w:val="00AE0C61"/>
    <w:pPr>
      <w:spacing w:line="240" w:lineRule="auto"/>
    </w:pPr>
    <w:rPr>
      <w:color w:val="000000"/>
    </w:rPr>
  </w:style>
  <w:style w:type="paragraph" w:customStyle="1" w:styleId="TableHeadingsBlack">
    <w:name w:val="Table Headings Black"/>
    <w:basedOn w:val="TableHeadings"/>
    <w:rsid w:val="00AE0C61"/>
    <w:pPr>
      <w:spacing w:line="240" w:lineRule="auto"/>
    </w:pPr>
    <w:rPr>
      <w:color w:val="000000"/>
    </w:rPr>
  </w:style>
  <w:style w:type="paragraph" w:styleId="Revision">
    <w:name w:val="Revision"/>
    <w:hidden/>
    <w:semiHidden/>
    <w:rsid w:val="00AE0C61"/>
    <w:rPr>
      <w:sz w:val="24"/>
      <w:szCs w:val="24"/>
    </w:rPr>
  </w:style>
  <w:style w:type="character" w:styleId="FollowedHyperlink">
    <w:name w:val="FollowedHyperlink"/>
    <w:uiPriority w:val="99"/>
    <w:semiHidden/>
    <w:unhideWhenUsed/>
    <w:rsid w:val="00663826"/>
    <w:rPr>
      <w:color w:val="800080"/>
      <w:u w:val="single"/>
    </w:rPr>
  </w:style>
  <w:style w:type="table" w:customStyle="1" w:styleId="LightShading-Accent11">
    <w:name w:val="Light Shading - Accent 11"/>
    <w:aliases w:val="Student / Teacher Resource Table"/>
    <w:basedOn w:val="TableNormal"/>
    <w:uiPriority w:val="60"/>
    <w:rsid w:val="00AE0C61"/>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AE0C61"/>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AE0C61"/>
    <w:rPr>
      <w:rFonts w:ascii="Arial" w:hAnsi="Arial"/>
      <w:szCs w:val="24"/>
    </w:rPr>
  </w:style>
  <w:style w:type="character" w:customStyle="1" w:styleId="CommentSubjectChar">
    <w:name w:val="Comment Subject Char"/>
    <w:basedOn w:val="CommentTextChar"/>
    <w:link w:val="CommentSubject"/>
    <w:rsid w:val="00AE0C61"/>
    <w:rPr>
      <w:b/>
      <w:bCs/>
    </w:rPr>
  </w:style>
  <w:style w:type="paragraph" w:styleId="ListParagraph">
    <w:name w:val="List Paragraph"/>
    <w:basedOn w:val="Normal"/>
    <w:uiPriority w:val="34"/>
    <w:qFormat/>
    <w:rsid w:val="002F11B5"/>
    <w:pPr>
      <w:ind w:left="720"/>
    </w:pPr>
  </w:style>
</w:styles>
</file>

<file path=word/webSettings.xml><?xml version="1.0" encoding="utf-8"?>
<w:webSettings xmlns:r="http://schemas.openxmlformats.org/officeDocument/2006/relationships" xmlns:w="http://schemas.openxmlformats.org/wordprocessingml/2006/main">
  <w:divs>
    <w:div w:id="71970546">
      <w:bodyDiv w:val="1"/>
      <w:marLeft w:val="0"/>
      <w:marRight w:val="0"/>
      <w:marTop w:val="0"/>
      <w:marBottom w:val="0"/>
      <w:divBdr>
        <w:top w:val="none" w:sz="0" w:space="0" w:color="auto"/>
        <w:left w:val="none" w:sz="0" w:space="0" w:color="auto"/>
        <w:bottom w:val="none" w:sz="0" w:space="0" w:color="auto"/>
        <w:right w:val="none" w:sz="0" w:space="0" w:color="auto"/>
      </w:divBdr>
    </w:div>
    <w:div w:id="785079205">
      <w:bodyDiv w:val="1"/>
      <w:marLeft w:val="0"/>
      <w:marRight w:val="0"/>
      <w:marTop w:val="0"/>
      <w:marBottom w:val="0"/>
      <w:divBdr>
        <w:top w:val="none" w:sz="0" w:space="0" w:color="auto"/>
        <w:left w:val="none" w:sz="0" w:space="0" w:color="auto"/>
        <w:bottom w:val="none" w:sz="0" w:space="0" w:color="auto"/>
        <w:right w:val="none" w:sz="0" w:space="0" w:color="auto"/>
      </w:divBdr>
      <w:divsChild>
        <w:div w:id="56248333">
          <w:marLeft w:val="0"/>
          <w:marRight w:val="0"/>
          <w:marTop w:val="0"/>
          <w:marBottom w:val="0"/>
          <w:divBdr>
            <w:top w:val="none" w:sz="0" w:space="0" w:color="auto"/>
            <w:left w:val="none" w:sz="0" w:space="0" w:color="auto"/>
            <w:bottom w:val="none" w:sz="0" w:space="0" w:color="auto"/>
            <w:right w:val="none" w:sz="0" w:space="0" w:color="auto"/>
          </w:divBdr>
          <w:divsChild>
            <w:div w:id="316885567">
              <w:marLeft w:val="0"/>
              <w:marRight w:val="0"/>
              <w:marTop w:val="0"/>
              <w:marBottom w:val="0"/>
              <w:divBdr>
                <w:top w:val="none" w:sz="0" w:space="0" w:color="auto"/>
                <w:left w:val="none" w:sz="0" w:space="0" w:color="auto"/>
                <w:bottom w:val="none" w:sz="0" w:space="0" w:color="auto"/>
                <w:right w:val="none" w:sz="0" w:space="0" w:color="auto"/>
              </w:divBdr>
              <w:divsChild>
                <w:div w:id="190729065">
                  <w:marLeft w:val="0"/>
                  <w:marRight w:val="0"/>
                  <w:marTop w:val="0"/>
                  <w:marBottom w:val="0"/>
                  <w:divBdr>
                    <w:top w:val="none" w:sz="0" w:space="0" w:color="auto"/>
                    <w:left w:val="none" w:sz="0" w:space="0" w:color="auto"/>
                    <w:bottom w:val="none" w:sz="0" w:space="0" w:color="auto"/>
                    <w:right w:val="none" w:sz="0" w:space="0" w:color="auto"/>
                  </w:divBdr>
                  <w:divsChild>
                    <w:div w:id="1668098538">
                      <w:marLeft w:val="0"/>
                      <w:marRight w:val="0"/>
                      <w:marTop w:val="0"/>
                      <w:marBottom w:val="0"/>
                      <w:divBdr>
                        <w:top w:val="none" w:sz="0" w:space="0" w:color="auto"/>
                        <w:left w:val="none" w:sz="0" w:space="0" w:color="auto"/>
                        <w:bottom w:val="none" w:sz="0" w:space="0" w:color="auto"/>
                        <w:right w:val="none" w:sz="0" w:space="0" w:color="auto"/>
                      </w:divBdr>
                      <w:divsChild>
                        <w:div w:id="1634479180">
                          <w:marLeft w:val="0"/>
                          <w:marRight w:val="0"/>
                          <w:marTop w:val="0"/>
                          <w:marBottom w:val="0"/>
                          <w:divBdr>
                            <w:top w:val="none" w:sz="0" w:space="0" w:color="auto"/>
                            <w:left w:val="none" w:sz="0" w:space="0" w:color="auto"/>
                            <w:bottom w:val="none" w:sz="0" w:space="0" w:color="auto"/>
                            <w:right w:val="none" w:sz="0" w:space="0" w:color="auto"/>
                          </w:divBdr>
                          <w:divsChild>
                            <w:div w:id="195174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259489">
      <w:bodyDiv w:val="1"/>
      <w:marLeft w:val="0"/>
      <w:marRight w:val="0"/>
      <w:marTop w:val="0"/>
      <w:marBottom w:val="0"/>
      <w:divBdr>
        <w:top w:val="none" w:sz="0" w:space="0" w:color="auto"/>
        <w:left w:val="none" w:sz="0" w:space="0" w:color="auto"/>
        <w:bottom w:val="none" w:sz="0" w:space="0" w:color="auto"/>
        <w:right w:val="none" w:sz="0" w:space="0" w:color="auto"/>
      </w:divBdr>
    </w:div>
    <w:div w:id="206243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protect/yourself/password/create.m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n.wikipedia.org/wiki/Password_strength"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uterperformance.co.uk/w2k3/services/DHCP_Configure.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windowsreference.com/windows-2003/install-and-configure-dhcp-server-in-win-server-2003-step-by-step-guide/" TargetMode="External"/><Relationship Id="rId4" Type="http://schemas.openxmlformats.org/officeDocument/2006/relationships/webSettings" Target="webSettings.xml"/><Relationship Id="rId9" Type="http://schemas.openxmlformats.org/officeDocument/2006/relationships/hyperlink" Target="http://onemansblog.com/2007/03/26/how-id-hack-your-weak-passwords/"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Template.dotx</Template>
  <TotalTime>30</TotalTime>
  <Pages>10</Pages>
  <Words>2102</Words>
  <Characters>11984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14058</CharactersWithSpaces>
  <SharedDoc>false</SharedDoc>
  <HLinks>
    <vt:vector size="30" baseType="variant">
      <vt:variant>
        <vt:i4>3538950</vt:i4>
      </vt:variant>
      <vt:variant>
        <vt:i4>12</vt:i4>
      </vt:variant>
      <vt:variant>
        <vt:i4>0</vt:i4>
      </vt:variant>
      <vt:variant>
        <vt:i4>5</vt:i4>
      </vt:variant>
      <vt:variant>
        <vt:lpwstr>http://www.computerperformance.co.uk/w2k3/services/DHCP_Configure.htm</vt:lpwstr>
      </vt:variant>
      <vt:variant>
        <vt:lpwstr/>
      </vt:variant>
      <vt:variant>
        <vt:i4>5570636</vt:i4>
      </vt:variant>
      <vt:variant>
        <vt:i4>9</vt:i4>
      </vt:variant>
      <vt:variant>
        <vt:i4>0</vt:i4>
      </vt:variant>
      <vt:variant>
        <vt:i4>5</vt:i4>
      </vt:variant>
      <vt:variant>
        <vt:lpwstr>http://www.windowsreference.com/windows-2003/install-and-configure-dhcp-server-in-win-server-2003-step-by-step-guide/</vt:lpwstr>
      </vt:variant>
      <vt:variant>
        <vt:lpwstr/>
      </vt:variant>
      <vt:variant>
        <vt:i4>2424866</vt:i4>
      </vt:variant>
      <vt:variant>
        <vt:i4>6</vt:i4>
      </vt:variant>
      <vt:variant>
        <vt:i4>0</vt:i4>
      </vt:variant>
      <vt:variant>
        <vt:i4>5</vt:i4>
      </vt:variant>
      <vt:variant>
        <vt:lpwstr>http://onemansblog.com/2007/03/26/how-id-hack-your-weak-passwords/</vt:lpwstr>
      </vt:variant>
      <vt:variant>
        <vt:lpwstr/>
      </vt:variant>
      <vt:variant>
        <vt:i4>2293798</vt:i4>
      </vt:variant>
      <vt:variant>
        <vt:i4>3</vt:i4>
      </vt:variant>
      <vt:variant>
        <vt:i4>0</vt:i4>
      </vt:variant>
      <vt:variant>
        <vt:i4>5</vt:i4>
      </vt:variant>
      <vt:variant>
        <vt:lpwstr>http://www.microsoft.com/protect/yourself/password/create.mspx</vt:lpwstr>
      </vt:variant>
      <vt:variant>
        <vt:lpwstr/>
      </vt:variant>
      <vt:variant>
        <vt:i4>5767223</vt:i4>
      </vt:variant>
      <vt:variant>
        <vt:i4>0</vt:i4>
      </vt:variant>
      <vt:variant>
        <vt:i4>0</vt:i4>
      </vt:variant>
      <vt:variant>
        <vt:i4>5</vt:i4>
      </vt:variant>
      <vt:variant>
        <vt:lpwstr>http://en.wikipedia.org/wiki/Password_strength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cynth</cp:lastModifiedBy>
  <cp:revision>8</cp:revision>
  <cp:lastPrinted>2007-08-02T21:15:00Z</cp:lastPrinted>
  <dcterms:created xsi:type="dcterms:W3CDTF">2012-05-23T13:01:00Z</dcterms:created>
  <dcterms:modified xsi:type="dcterms:W3CDTF">2012-06-11T14:58:00Z</dcterms:modified>
</cp:coreProperties>
</file>